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F0F99F" w14:textId="77777777" w:rsidR="00CC7220" w:rsidRPr="00CC7220" w:rsidRDefault="00CC7220" w:rsidP="00CC7220">
      <w:pPr>
        <w:suppressAutoHyphens/>
        <w:spacing w:line="360" w:lineRule="auto"/>
        <w:jc w:val="center"/>
        <w:rPr>
          <w:rFonts w:ascii="Arial" w:hAnsi="Arial" w:cs="Arial"/>
          <w:b/>
          <w:sz w:val="20"/>
          <w:szCs w:val="20"/>
        </w:rPr>
      </w:pPr>
      <w:r w:rsidRPr="00CC7220">
        <w:rPr>
          <w:rFonts w:ascii="Arial" w:hAnsi="Arial" w:cs="Arial"/>
          <w:b/>
          <w:sz w:val="20"/>
          <w:szCs w:val="20"/>
        </w:rPr>
        <w:t>Appendix A</w:t>
      </w:r>
    </w:p>
    <w:p w14:paraId="76A530D6" w14:textId="77777777" w:rsidR="00CC7220" w:rsidRPr="00CC7220" w:rsidRDefault="00CC7220" w:rsidP="00CC7220">
      <w:pPr>
        <w:suppressAutoHyphens/>
        <w:spacing w:line="360" w:lineRule="auto"/>
        <w:jc w:val="center"/>
        <w:rPr>
          <w:rFonts w:ascii="Arial" w:hAnsi="Arial" w:cs="Arial"/>
          <w:b/>
          <w:sz w:val="16"/>
          <w:szCs w:val="20"/>
        </w:rPr>
      </w:pPr>
    </w:p>
    <w:p w14:paraId="3A4F670C" w14:textId="77777777" w:rsidR="00CC7220" w:rsidRPr="00CC7220" w:rsidRDefault="00CC7220" w:rsidP="00CC7220">
      <w:pPr>
        <w:suppressAutoHyphens/>
        <w:spacing w:line="360" w:lineRule="auto"/>
        <w:jc w:val="center"/>
        <w:rPr>
          <w:rFonts w:ascii="Arial" w:hAnsi="Arial" w:cs="Arial"/>
          <w:b/>
          <w:sz w:val="20"/>
          <w:szCs w:val="20"/>
        </w:rPr>
      </w:pPr>
      <w:r w:rsidRPr="00CC7220">
        <w:rPr>
          <w:rFonts w:ascii="Arial" w:hAnsi="Arial" w:cs="Arial"/>
          <w:b/>
          <w:sz w:val="20"/>
          <w:szCs w:val="20"/>
        </w:rPr>
        <w:t>Price Grid</w:t>
      </w:r>
    </w:p>
    <w:p w14:paraId="13310104" w14:textId="77777777" w:rsidR="00CC7220" w:rsidRPr="00CC7220" w:rsidRDefault="00CC7220" w:rsidP="00CC7220">
      <w:pPr>
        <w:suppressAutoHyphens/>
        <w:spacing w:line="360" w:lineRule="auto"/>
        <w:jc w:val="center"/>
        <w:rPr>
          <w:rFonts w:ascii="Arial" w:hAnsi="Arial" w:cs="Arial"/>
          <w:b/>
          <w:bCs/>
          <w:sz w:val="20"/>
          <w:szCs w:val="20"/>
        </w:rPr>
      </w:pPr>
      <w:r w:rsidRPr="00CC7220">
        <w:rPr>
          <w:rFonts w:ascii="Arial" w:hAnsi="Arial" w:cs="Arial"/>
          <w:b/>
          <w:bCs/>
          <w:sz w:val="20"/>
          <w:szCs w:val="20"/>
        </w:rPr>
        <w:t xml:space="preserve">Lot 1: Internet Primary Connectivity </w:t>
      </w:r>
      <w:r>
        <w:rPr>
          <w:rFonts w:ascii="Arial" w:hAnsi="Arial" w:cs="Arial"/>
          <w:b/>
          <w:bCs/>
          <w:sz w:val="20"/>
          <w:szCs w:val="20"/>
        </w:rPr>
        <w:t>– Praça Europa</w:t>
      </w:r>
      <w:r w:rsidRPr="00CC7220">
        <w:rPr>
          <w:rFonts w:ascii="Arial" w:hAnsi="Arial" w:cs="Arial"/>
          <w:b/>
          <w:bCs/>
          <w:sz w:val="20"/>
          <w:szCs w:val="20"/>
        </w:rPr>
        <w:t xml:space="preserve"> (West)</w:t>
      </w:r>
    </w:p>
    <w:p w14:paraId="5A00BF22" w14:textId="77777777" w:rsidR="00CC7220" w:rsidRPr="00CC7220" w:rsidRDefault="00CC7220" w:rsidP="00CC7220">
      <w:pPr>
        <w:suppressAutoHyphens/>
        <w:spacing w:line="360" w:lineRule="auto"/>
        <w:jc w:val="both"/>
        <w:rPr>
          <w:rFonts w:ascii="Arial" w:hAnsi="Arial" w:cs="Arial"/>
          <w:sz w:val="20"/>
          <w:szCs w:val="20"/>
        </w:rPr>
      </w:pPr>
    </w:p>
    <w:tbl>
      <w:tblPr>
        <w:tblStyle w:val="TableGrid"/>
        <w:tblW w:w="0" w:type="auto"/>
        <w:tblInd w:w="250" w:type="dxa"/>
        <w:tblLook w:val="04A0" w:firstRow="1" w:lastRow="0" w:firstColumn="1" w:lastColumn="0" w:noHBand="0" w:noVBand="1"/>
      </w:tblPr>
      <w:tblGrid>
        <w:gridCol w:w="5103"/>
        <w:gridCol w:w="2055"/>
        <w:gridCol w:w="2056"/>
      </w:tblGrid>
      <w:tr w:rsidR="00CC7220" w:rsidRPr="00CC7220" w14:paraId="37CBE16E" w14:textId="77777777" w:rsidTr="00CC7220">
        <w:trPr>
          <w:trHeight w:val="454"/>
        </w:trPr>
        <w:tc>
          <w:tcPr>
            <w:tcW w:w="5103" w:type="dxa"/>
            <w:shd w:val="clear" w:color="auto" w:fill="A6A6A6" w:themeFill="background1" w:themeFillShade="A6"/>
            <w:vAlign w:val="center"/>
          </w:tcPr>
          <w:p w14:paraId="69B15C88"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b/>
                <w:sz w:val="20"/>
                <w:szCs w:val="20"/>
              </w:rPr>
              <w:t>Mandatory</w:t>
            </w:r>
            <w:r w:rsidRPr="00CC7220">
              <w:rPr>
                <w:rFonts w:ascii="Arial" w:hAnsi="Arial" w:cs="Arial"/>
                <w:sz w:val="20"/>
                <w:szCs w:val="20"/>
              </w:rPr>
              <w:t xml:space="preserve"> bandwidth options</w:t>
            </w:r>
          </w:p>
        </w:tc>
        <w:tc>
          <w:tcPr>
            <w:tcW w:w="2055" w:type="dxa"/>
            <w:shd w:val="clear" w:color="auto" w:fill="A6A6A6" w:themeFill="background1" w:themeFillShade="A6"/>
            <w:vAlign w:val="center"/>
          </w:tcPr>
          <w:p w14:paraId="5437BDCC"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Setup fee</w:t>
            </w:r>
          </w:p>
        </w:tc>
        <w:tc>
          <w:tcPr>
            <w:tcW w:w="2056" w:type="dxa"/>
            <w:shd w:val="clear" w:color="auto" w:fill="A6A6A6" w:themeFill="background1" w:themeFillShade="A6"/>
            <w:vAlign w:val="center"/>
          </w:tcPr>
          <w:p w14:paraId="797926A1"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Monthly Price</w:t>
            </w:r>
          </w:p>
        </w:tc>
      </w:tr>
      <w:tr w:rsidR="00CC7220" w:rsidRPr="00CC7220" w14:paraId="6C467BE3" w14:textId="77777777" w:rsidTr="00CC7220">
        <w:trPr>
          <w:trHeight w:val="454"/>
        </w:trPr>
        <w:tc>
          <w:tcPr>
            <w:tcW w:w="5103" w:type="dxa"/>
            <w:vAlign w:val="center"/>
          </w:tcPr>
          <w:p w14:paraId="239404DE"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100 Megabit/sec</w:t>
            </w:r>
          </w:p>
        </w:tc>
        <w:tc>
          <w:tcPr>
            <w:tcW w:w="2055" w:type="dxa"/>
            <w:vAlign w:val="center"/>
          </w:tcPr>
          <w:p w14:paraId="008B6C34" w14:textId="77777777" w:rsidR="00CC7220" w:rsidRPr="00CC7220" w:rsidRDefault="00CC7220" w:rsidP="00CC7220">
            <w:pPr>
              <w:suppressAutoHyphens/>
              <w:spacing w:line="360" w:lineRule="auto"/>
              <w:rPr>
                <w:rFonts w:ascii="Arial" w:hAnsi="Arial" w:cs="Arial"/>
                <w:sz w:val="20"/>
                <w:szCs w:val="20"/>
              </w:rPr>
            </w:pPr>
          </w:p>
        </w:tc>
        <w:tc>
          <w:tcPr>
            <w:tcW w:w="2056" w:type="dxa"/>
            <w:vAlign w:val="center"/>
          </w:tcPr>
          <w:p w14:paraId="7FC2B92A" w14:textId="77777777" w:rsidR="00CC7220" w:rsidRPr="00CC7220" w:rsidRDefault="00CC7220" w:rsidP="00CC7220">
            <w:pPr>
              <w:suppressAutoHyphens/>
              <w:spacing w:line="360" w:lineRule="auto"/>
              <w:rPr>
                <w:rFonts w:ascii="Arial" w:hAnsi="Arial" w:cs="Arial"/>
                <w:sz w:val="20"/>
                <w:szCs w:val="20"/>
              </w:rPr>
            </w:pPr>
          </w:p>
        </w:tc>
      </w:tr>
      <w:tr w:rsidR="00CC7220" w:rsidRPr="00CC7220" w14:paraId="132E00A5" w14:textId="77777777" w:rsidTr="00CC7220">
        <w:trPr>
          <w:trHeight w:val="454"/>
        </w:trPr>
        <w:tc>
          <w:tcPr>
            <w:tcW w:w="5103" w:type="dxa"/>
            <w:vAlign w:val="center"/>
          </w:tcPr>
          <w:p w14:paraId="670BB3F7"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200 Megabit/sec</w:t>
            </w:r>
          </w:p>
        </w:tc>
        <w:tc>
          <w:tcPr>
            <w:tcW w:w="2055" w:type="dxa"/>
            <w:vAlign w:val="center"/>
          </w:tcPr>
          <w:p w14:paraId="4703F85A" w14:textId="77777777" w:rsidR="00CC7220" w:rsidRPr="00CC7220" w:rsidRDefault="00CC7220" w:rsidP="00CC7220">
            <w:pPr>
              <w:suppressAutoHyphens/>
              <w:spacing w:line="360" w:lineRule="auto"/>
              <w:rPr>
                <w:rFonts w:ascii="Arial" w:hAnsi="Arial" w:cs="Arial"/>
                <w:sz w:val="20"/>
                <w:szCs w:val="20"/>
              </w:rPr>
            </w:pPr>
          </w:p>
        </w:tc>
        <w:tc>
          <w:tcPr>
            <w:tcW w:w="2056" w:type="dxa"/>
            <w:vAlign w:val="center"/>
          </w:tcPr>
          <w:p w14:paraId="7E5B6491" w14:textId="77777777" w:rsidR="00CC7220" w:rsidRPr="00CC7220" w:rsidRDefault="00CC7220" w:rsidP="00CC7220">
            <w:pPr>
              <w:suppressAutoHyphens/>
              <w:spacing w:line="360" w:lineRule="auto"/>
              <w:rPr>
                <w:rFonts w:ascii="Arial" w:hAnsi="Arial" w:cs="Arial"/>
                <w:sz w:val="20"/>
                <w:szCs w:val="20"/>
              </w:rPr>
            </w:pPr>
          </w:p>
        </w:tc>
      </w:tr>
      <w:tr w:rsidR="00CC7220" w:rsidRPr="00CC7220" w14:paraId="4D77737B" w14:textId="77777777" w:rsidTr="00CC7220">
        <w:trPr>
          <w:trHeight w:val="454"/>
        </w:trPr>
        <w:tc>
          <w:tcPr>
            <w:tcW w:w="5103" w:type="dxa"/>
            <w:vAlign w:val="center"/>
          </w:tcPr>
          <w:p w14:paraId="66DB780E"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500 Megabit/sec</w:t>
            </w:r>
          </w:p>
        </w:tc>
        <w:tc>
          <w:tcPr>
            <w:tcW w:w="2055" w:type="dxa"/>
            <w:vAlign w:val="center"/>
          </w:tcPr>
          <w:p w14:paraId="0C99A12F" w14:textId="77777777" w:rsidR="00CC7220" w:rsidRPr="00CC7220" w:rsidRDefault="00CC7220" w:rsidP="00CC7220">
            <w:pPr>
              <w:suppressAutoHyphens/>
              <w:spacing w:line="360" w:lineRule="auto"/>
              <w:rPr>
                <w:rFonts w:ascii="Arial" w:hAnsi="Arial" w:cs="Arial"/>
                <w:sz w:val="20"/>
                <w:szCs w:val="20"/>
              </w:rPr>
            </w:pPr>
          </w:p>
        </w:tc>
        <w:tc>
          <w:tcPr>
            <w:tcW w:w="2056" w:type="dxa"/>
            <w:vAlign w:val="center"/>
          </w:tcPr>
          <w:p w14:paraId="7CC9315B" w14:textId="77777777" w:rsidR="00CC7220" w:rsidRPr="00CC7220" w:rsidRDefault="00CC7220" w:rsidP="00CC7220">
            <w:pPr>
              <w:suppressAutoHyphens/>
              <w:spacing w:line="360" w:lineRule="auto"/>
              <w:rPr>
                <w:rFonts w:ascii="Arial" w:hAnsi="Arial" w:cs="Arial"/>
                <w:sz w:val="20"/>
                <w:szCs w:val="20"/>
              </w:rPr>
            </w:pPr>
          </w:p>
        </w:tc>
      </w:tr>
      <w:tr w:rsidR="00CC7220" w:rsidRPr="00CC7220" w14:paraId="7BE61756" w14:textId="77777777" w:rsidTr="00CC7220">
        <w:trPr>
          <w:trHeight w:val="454"/>
        </w:trPr>
        <w:tc>
          <w:tcPr>
            <w:tcW w:w="5103" w:type="dxa"/>
            <w:vAlign w:val="center"/>
          </w:tcPr>
          <w:p w14:paraId="7A962673"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1 Gigabit/sec</w:t>
            </w:r>
          </w:p>
        </w:tc>
        <w:tc>
          <w:tcPr>
            <w:tcW w:w="2055" w:type="dxa"/>
            <w:vAlign w:val="center"/>
          </w:tcPr>
          <w:p w14:paraId="6D4DF1C6" w14:textId="77777777" w:rsidR="00CC7220" w:rsidRPr="00CC7220" w:rsidRDefault="00CC7220" w:rsidP="00CC7220">
            <w:pPr>
              <w:suppressAutoHyphens/>
              <w:spacing w:line="360" w:lineRule="auto"/>
              <w:rPr>
                <w:rFonts w:ascii="Arial" w:hAnsi="Arial" w:cs="Arial"/>
                <w:sz w:val="20"/>
                <w:szCs w:val="20"/>
              </w:rPr>
            </w:pPr>
          </w:p>
        </w:tc>
        <w:tc>
          <w:tcPr>
            <w:tcW w:w="2056" w:type="dxa"/>
            <w:vAlign w:val="center"/>
          </w:tcPr>
          <w:p w14:paraId="62413DA0" w14:textId="77777777" w:rsidR="00CC7220" w:rsidRPr="00CC7220" w:rsidRDefault="00CC7220" w:rsidP="00CC7220">
            <w:pPr>
              <w:suppressAutoHyphens/>
              <w:spacing w:line="360" w:lineRule="auto"/>
              <w:rPr>
                <w:rFonts w:ascii="Arial" w:hAnsi="Arial" w:cs="Arial"/>
                <w:sz w:val="20"/>
                <w:szCs w:val="20"/>
              </w:rPr>
            </w:pPr>
          </w:p>
        </w:tc>
      </w:tr>
      <w:tr w:rsidR="00CC7220" w:rsidRPr="00CC7220" w14:paraId="2F67573D" w14:textId="77777777" w:rsidTr="00CC7220">
        <w:trPr>
          <w:trHeight w:val="454"/>
        </w:trPr>
        <w:tc>
          <w:tcPr>
            <w:tcW w:w="5103" w:type="dxa"/>
            <w:shd w:val="clear" w:color="auto" w:fill="A6A6A6" w:themeFill="background1" w:themeFillShade="A6"/>
            <w:vAlign w:val="center"/>
          </w:tcPr>
          <w:p w14:paraId="451A33E1"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b/>
                <w:sz w:val="20"/>
                <w:szCs w:val="20"/>
              </w:rPr>
              <w:t>Optional</w:t>
            </w:r>
            <w:r w:rsidRPr="00CC7220">
              <w:rPr>
                <w:rFonts w:ascii="Arial" w:hAnsi="Arial" w:cs="Arial"/>
                <w:sz w:val="20"/>
                <w:szCs w:val="20"/>
              </w:rPr>
              <w:t xml:space="preserve"> additional services</w:t>
            </w:r>
          </w:p>
        </w:tc>
        <w:tc>
          <w:tcPr>
            <w:tcW w:w="2055" w:type="dxa"/>
            <w:shd w:val="clear" w:color="auto" w:fill="A6A6A6" w:themeFill="background1" w:themeFillShade="A6"/>
            <w:vAlign w:val="center"/>
          </w:tcPr>
          <w:p w14:paraId="19451F53"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Setup fee</w:t>
            </w:r>
          </w:p>
        </w:tc>
        <w:tc>
          <w:tcPr>
            <w:tcW w:w="2056" w:type="dxa"/>
            <w:shd w:val="clear" w:color="auto" w:fill="A6A6A6" w:themeFill="background1" w:themeFillShade="A6"/>
            <w:vAlign w:val="center"/>
          </w:tcPr>
          <w:p w14:paraId="0BCF6BCD" w14:textId="77777777" w:rsidR="00CC7220" w:rsidRPr="00CC7220" w:rsidRDefault="00CC7220" w:rsidP="00CC7220">
            <w:pPr>
              <w:suppressAutoHyphens/>
              <w:spacing w:line="360" w:lineRule="auto"/>
              <w:rPr>
                <w:rFonts w:ascii="Arial" w:hAnsi="Arial" w:cs="Arial"/>
                <w:sz w:val="20"/>
                <w:szCs w:val="20"/>
              </w:rPr>
            </w:pPr>
            <w:r w:rsidRPr="00CC7220">
              <w:rPr>
                <w:rFonts w:ascii="Arial" w:hAnsi="Arial" w:cs="Arial"/>
                <w:sz w:val="20"/>
                <w:szCs w:val="20"/>
              </w:rPr>
              <w:t>Monthly Price</w:t>
            </w:r>
          </w:p>
        </w:tc>
      </w:tr>
      <w:tr w:rsidR="00CC7220" w:rsidRPr="00CC7220" w14:paraId="41BA3C9A" w14:textId="77777777" w:rsidTr="00CC7220">
        <w:trPr>
          <w:trHeight w:val="454"/>
        </w:trPr>
        <w:tc>
          <w:tcPr>
            <w:tcW w:w="5103" w:type="dxa"/>
            <w:vAlign w:val="center"/>
          </w:tcPr>
          <w:p w14:paraId="2A8A88BE" w14:textId="77777777" w:rsidR="00CC7220" w:rsidRPr="00CC7220" w:rsidRDefault="00CC7220" w:rsidP="00CC7220">
            <w:pPr>
              <w:spacing w:line="360" w:lineRule="auto"/>
              <w:rPr>
                <w:rFonts w:ascii="Arial" w:hAnsi="Arial" w:cs="Arial"/>
                <w:sz w:val="20"/>
                <w:szCs w:val="20"/>
              </w:rPr>
            </w:pPr>
            <w:r w:rsidRPr="00CC7220">
              <w:rPr>
                <w:rFonts w:ascii="Arial" w:hAnsi="Arial" w:cs="Arial"/>
                <w:sz w:val="20"/>
                <w:szCs w:val="20"/>
              </w:rPr>
              <w:t>a) Anti-DDoS (Denial of Service) technologies and other attack prevention services (“Clean Pipe”) operated at the provider’s premises (like Allot, Arbor technologies etc…);</w:t>
            </w:r>
          </w:p>
        </w:tc>
        <w:tc>
          <w:tcPr>
            <w:tcW w:w="2055" w:type="dxa"/>
            <w:vAlign w:val="center"/>
          </w:tcPr>
          <w:p w14:paraId="1FACA2BD" w14:textId="77777777" w:rsidR="00CC7220" w:rsidRPr="00CC7220" w:rsidRDefault="00CC7220" w:rsidP="00CC7220">
            <w:pPr>
              <w:suppressAutoHyphens/>
              <w:spacing w:line="360" w:lineRule="auto"/>
              <w:rPr>
                <w:rFonts w:ascii="Arial" w:hAnsi="Arial" w:cs="Arial"/>
                <w:sz w:val="20"/>
                <w:szCs w:val="20"/>
              </w:rPr>
            </w:pPr>
          </w:p>
        </w:tc>
        <w:tc>
          <w:tcPr>
            <w:tcW w:w="2056" w:type="dxa"/>
            <w:vAlign w:val="center"/>
          </w:tcPr>
          <w:p w14:paraId="3CEBEB9A" w14:textId="77777777" w:rsidR="00CC7220" w:rsidRPr="00CC7220" w:rsidRDefault="00CC7220" w:rsidP="00CC7220">
            <w:pPr>
              <w:suppressAutoHyphens/>
              <w:spacing w:line="360" w:lineRule="auto"/>
              <w:rPr>
                <w:rFonts w:ascii="Arial" w:hAnsi="Arial" w:cs="Arial"/>
                <w:i/>
                <w:sz w:val="20"/>
                <w:szCs w:val="20"/>
              </w:rPr>
            </w:pPr>
            <w:r w:rsidRPr="00CC7220">
              <w:rPr>
                <w:rFonts w:ascii="Arial" w:hAnsi="Arial" w:cs="Arial"/>
                <w:i/>
                <w:sz w:val="20"/>
                <w:szCs w:val="20"/>
              </w:rPr>
              <w:t>Please specify what options are proposed, and at what price.</w:t>
            </w:r>
          </w:p>
        </w:tc>
      </w:tr>
      <w:tr w:rsidR="00CC7220" w:rsidRPr="00CC7220" w14:paraId="7C3C2617" w14:textId="77777777" w:rsidTr="00CC7220">
        <w:trPr>
          <w:trHeight w:val="454"/>
        </w:trPr>
        <w:tc>
          <w:tcPr>
            <w:tcW w:w="5103" w:type="dxa"/>
            <w:vAlign w:val="center"/>
          </w:tcPr>
          <w:p w14:paraId="20B3A8A1" w14:textId="0F333F15" w:rsidR="00CC7220" w:rsidRPr="00CC7220" w:rsidRDefault="005E2C69" w:rsidP="006042CA">
            <w:pPr>
              <w:suppressAutoHyphens/>
              <w:spacing w:line="360" w:lineRule="auto"/>
              <w:rPr>
                <w:rFonts w:ascii="Arial" w:hAnsi="Arial" w:cs="Arial"/>
                <w:sz w:val="20"/>
                <w:szCs w:val="20"/>
              </w:rPr>
            </w:pPr>
            <w:r>
              <w:rPr>
                <w:rFonts w:ascii="Arial" w:hAnsi="Arial" w:cs="Arial"/>
                <w:sz w:val="20"/>
                <w:szCs w:val="20"/>
              </w:rPr>
              <w:t xml:space="preserve">b) </w:t>
            </w:r>
            <w:bookmarkStart w:id="0" w:name="_GoBack"/>
            <w:bookmarkEnd w:id="0"/>
            <w:r w:rsidR="00CC7220" w:rsidRPr="00CC7220">
              <w:rPr>
                <w:rFonts w:ascii="Arial" w:hAnsi="Arial" w:cs="Arial"/>
                <w:sz w:val="20"/>
                <w:szCs w:val="20"/>
              </w:rPr>
              <w:t>Additional consultancy and support services, like routing service management etc… associated to the link. This can be expressed in cost per day per different professional profiles, or in any other form according to existing tenderer’s price lists.</w:t>
            </w:r>
          </w:p>
        </w:tc>
        <w:tc>
          <w:tcPr>
            <w:tcW w:w="2055" w:type="dxa"/>
            <w:vAlign w:val="center"/>
          </w:tcPr>
          <w:p w14:paraId="2758E34F" w14:textId="77777777" w:rsidR="00CC7220" w:rsidRPr="00CC7220" w:rsidRDefault="00CC7220" w:rsidP="00CC7220">
            <w:pPr>
              <w:suppressAutoHyphens/>
              <w:spacing w:line="360" w:lineRule="auto"/>
              <w:rPr>
                <w:rFonts w:ascii="Arial" w:hAnsi="Arial" w:cs="Arial"/>
                <w:sz w:val="20"/>
                <w:szCs w:val="20"/>
              </w:rPr>
            </w:pPr>
          </w:p>
        </w:tc>
        <w:tc>
          <w:tcPr>
            <w:tcW w:w="2056" w:type="dxa"/>
            <w:vAlign w:val="center"/>
          </w:tcPr>
          <w:p w14:paraId="181517BB" w14:textId="77777777" w:rsidR="00CC7220" w:rsidRPr="00CC7220" w:rsidRDefault="00CC7220" w:rsidP="00CC7220">
            <w:pPr>
              <w:suppressAutoHyphens/>
              <w:spacing w:line="360" w:lineRule="auto"/>
              <w:rPr>
                <w:rFonts w:ascii="Arial" w:hAnsi="Arial" w:cs="Arial"/>
                <w:i/>
                <w:sz w:val="20"/>
                <w:szCs w:val="20"/>
              </w:rPr>
            </w:pPr>
            <w:r w:rsidRPr="00CC7220">
              <w:rPr>
                <w:rFonts w:ascii="Arial" w:hAnsi="Arial" w:cs="Arial"/>
                <w:i/>
                <w:sz w:val="20"/>
                <w:szCs w:val="20"/>
              </w:rPr>
              <w:t>Please specify what options are proposed, and at what price.</w:t>
            </w:r>
          </w:p>
        </w:tc>
      </w:tr>
    </w:tbl>
    <w:p w14:paraId="2A8E334C" w14:textId="77777777" w:rsidR="00CC7220" w:rsidRPr="00CC7220" w:rsidRDefault="00CC7220" w:rsidP="00CC7220">
      <w:pPr>
        <w:suppressAutoHyphens/>
        <w:spacing w:line="360" w:lineRule="auto"/>
        <w:jc w:val="both"/>
        <w:rPr>
          <w:rFonts w:ascii="Arial" w:hAnsi="Arial" w:cs="Arial"/>
          <w:sz w:val="20"/>
          <w:szCs w:val="20"/>
        </w:rPr>
      </w:pPr>
    </w:p>
    <w:p w14:paraId="2C52B683" w14:textId="77777777" w:rsidR="00D9164D" w:rsidRPr="00CC7220" w:rsidRDefault="00D9164D" w:rsidP="00CC7220">
      <w:pPr>
        <w:spacing w:line="360" w:lineRule="auto"/>
        <w:rPr>
          <w:rFonts w:ascii="Arial" w:hAnsi="Arial" w:cs="Arial"/>
        </w:rPr>
      </w:pPr>
    </w:p>
    <w:sectPr w:rsidR="00D9164D" w:rsidRPr="00CC7220" w:rsidSect="000A6CE3">
      <w:footerReference w:type="default" r:id="rId12"/>
      <w:headerReference w:type="first" r:id="rId13"/>
      <w:footerReference w:type="first" r:id="rId14"/>
      <w:pgSz w:w="11906" w:h="16838" w:code="9"/>
      <w:pgMar w:top="2552" w:right="1083" w:bottom="1814" w:left="1083" w:header="964" w:footer="567" w:gutter="0"/>
      <w:paperSrc w:first="7" w:other="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25FB77" w14:textId="77777777" w:rsidR="00CC7220" w:rsidRDefault="00CC7220">
      <w:r>
        <w:separator/>
      </w:r>
    </w:p>
    <w:p w14:paraId="3F2CC8F1" w14:textId="77777777" w:rsidR="00CC7220" w:rsidRDefault="00CC7220"/>
    <w:p w14:paraId="34258EAF" w14:textId="77777777" w:rsidR="00CC7220" w:rsidRDefault="00CC7220"/>
  </w:endnote>
  <w:endnote w:type="continuationSeparator" w:id="0">
    <w:p w14:paraId="5E5148C5" w14:textId="77777777" w:rsidR="00CC7220" w:rsidRDefault="00CC7220">
      <w:r>
        <w:continuationSeparator/>
      </w:r>
    </w:p>
    <w:p w14:paraId="6F619B55" w14:textId="77777777" w:rsidR="00CC7220" w:rsidRDefault="00CC7220"/>
    <w:p w14:paraId="0E91100E" w14:textId="77777777" w:rsidR="00CC7220" w:rsidRDefault="00CC72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17692" w14:textId="77777777" w:rsidR="00D9164D" w:rsidRPr="00D9164D" w:rsidRDefault="00D9164D" w:rsidP="00D9164D">
    <w:pPr>
      <w:pStyle w:val="Footer"/>
      <w:tabs>
        <w:tab w:val="right" w:pos="9781"/>
      </w:tabs>
      <w:spacing w:after="160" w:line="200" w:lineRule="atLeast"/>
      <w:rPr>
        <w:lang w:val="pt-PT"/>
      </w:rPr>
    </w:pPr>
    <w:r w:rsidRPr="00484650">
      <w:rPr>
        <w:lang w:val="pt-PT"/>
      </w:rPr>
      <w:t xml:space="preserve">Page </w:t>
    </w:r>
    <w:r w:rsidRPr="00F37686">
      <w:rPr>
        <w:lang w:val="pt-PT"/>
      </w:rPr>
      <w:fldChar w:fldCharType="begin"/>
    </w:r>
    <w:r w:rsidRPr="00484650">
      <w:rPr>
        <w:lang w:val="pt-PT"/>
      </w:rPr>
      <w:instrText xml:space="preserve"> PAGE   \* MERGEFORMAT </w:instrText>
    </w:r>
    <w:r w:rsidRPr="00F37686">
      <w:rPr>
        <w:lang w:val="pt-PT"/>
      </w:rPr>
      <w:fldChar w:fldCharType="separate"/>
    </w:r>
    <w:r>
      <w:rPr>
        <w:noProof/>
        <w:lang w:val="pt-PT"/>
      </w:rPr>
      <w:t>2</w:t>
    </w:r>
    <w:r w:rsidRPr="00F37686">
      <w:rPr>
        <w:lang w:val="pt-PT"/>
      </w:rPr>
      <w:fldChar w:fldCharType="end"/>
    </w:r>
    <w:r w:rsidRPr="00484650">
      <w:rPr>
        <w:lang w:val="pt-PT"/>
      </w:rPr>
      <w:t xml:space="preserve"> of </w:t>
    </w:r>
    <w:r w:rsidRPr="00F37686">
      <w:rPr>
        <w:noProof/>
        <w:lang w:val="pt-PT"/>
      </w:rPr>
      <w:fldChar w:fldCharType="begin"/>
    </w:r>
    <w:r w:rsidRPr="00484650">
      <w:rPr>
        <w:lang w:val="pt-PT"/>
      </w:rPr>
      <w:instrText xml:space="preserve"> NUMPAGES   \* MERGEFORMAT </w:instrText>
    </w:r>
    <w:r w:rsidRPr="00F37686">
      <w:rPr>
        <w:noProof/>
        <w:lang w:val="pt-PT"/>
      </w:rPr>
      <w:fldChar w:fldCharType="separate"/>
    </w:r>
    <w:r w:rsidR="005E2C69">
      <w:rPr>
        <w:noProof/>
        <w:lang w:val="pt-PT"/>
      </w:rPr>
      <w:t>1</w:t>
    </w:r>
    <w:r w:rsidRPr="00F37686">
      <w:rPr>
        <w:lang w:val="pt-PT"/>
      </w:rPr>
      <w:fldChar w:fldCharType="end"/>
    </w:r>
    <w:r>
      <w:rPr>
        <w:lang w:val="pt-PT"/>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30E7B" w14:textId="77777777" w:rsidR="00D9164D" w:rsidRPr="00D9164D" w:rsidRDefault="00D9164D" w:rsidP="00D9164D">
    <w:pPr>
      <w:pStyle w:val="Footer"/>
      <w:tabs>
        <w:tab w:val="right" w:pos="9781"/>
      </w:tabs>
      <w:spacing w:after="160" w:line="200" w:lineRule="atLeast"/>
      <w:rPr>
        <w:lang w:val="pt-PT"/>
      </w:rPr>
    </w:pPr>
    <w:r>
      <w:rPr>
        <w:lang w:val="pt-PT"/>
      </w:rPr>
      <w:fldChar w:fldCharType="begin"/>
    </w:r>
    <w:r>
      <w:rPr>
        <w:lang w:val="pt-PT"/>
      </w:rPr>
      <w:instrText xml:space="preserve"> IF </w:instrText>
    </w:r>
    <w:r>
      <w:rPr>
        <w:lang w:val="pt-PT"/>
      </w:rPr>
      <w:fldChar w:fldCharType="begin"/>
    </w:r>
    <w:r>
      <w:rPr>
        <w:lang w:val="pt-PT"/>
      </w:rPr>
      <w:instrText xml:space="preserve"> NUMPAGES </w:instrText>
    </w:r>
    <w:r>
      <w:rPr>
        <w:lang w:val="pt-PT"/>
      </w:rPr>
      <w:fldChar w:fldCharType="separate"/>
    </w:r>
    <w:r w:rsidR="005E2C69">
      <w:rPr>
        <w:noProof/>
        <w:lang w:val="pt-PT"/>
      </w:rPr>
      <w:instrText>1</w:instrText>
    </w:r>
    <w:r>
      <w:rPr>
        <w:lang w:val="pt-PT"/>
      </w:rPr>
      <w:fldChar w:fldCharType="end"/>
    </w:r>
    <w:r>
      <w:rPr>
        <w:lang w:val="pt-PT"/>
      </w:rPr>
      <w:instrText xml:space="preserve"> &gt; 1 "Page </w:instrText>
    </w:r>
    <w:r>
      <w:rPr>
        <w:lang w:val="pt-PT"/>
      </w:rPr>
      <w:fldChar w:fldCharType="begin"/>
    </w:r>
    <w:r>
      <w:rPr>
        <w:lang w:val="pt-PT"/>
      </w:rPr>
      <w:instrText xml:space="preserve"> PAGE </w:instrText>
    </w:r>
    <w:r>
      <w:rPr>
        <w:lang w:val="pt-PT"/>
      </w:rPr>
      <w:fldChar w:fldCharType="separate"/>
    </w:r>
    <w:r>
      <w:rPr>
        <w:noProof/>
        <w:lang w:val="pt-PT"/>
      </w:rPr>
      <w:instrText>1</w:instrText>
    </w:r>
    <w:r>
      <w:rPr>
        <w:lang w:val="pt-PT"/>
      </w:rPr>
      <w:fldChar w:fldCharType="end"/>
    </w:r>
    <w:r>
      <w:rPr>
        <w:lang w:val="pt-PT"/>
      </w:rPr>
      <w:instrText xml:space="preserve"> of </w:instrText>
    </w:r>
    <w:r>
      <w:rPr>
        <w:lang w:val="pt-PT"/>
      </w:rPr>
      <w:fldChar w:fldCharType="begin"/>
    </w:r>
    <w:r>
      <w:rPr>
        <w:lang w:val="pt-PT"/>
      </w:rPr>
      <w:instrText xml:space="preserve"> NUMPAGES </w:instrText>
    </w:r>
    <w:r>
      <w:rPr>
        <w:lang w:val="pt-PT"/>
      </w:rPr>
      <w:fldChar w:fldCharType="separate"/>
    </w:r>
    <w:r>
      <w:rPr>
        <w:noProof/>
        <w:lang w:val="pt-PT"/>
      </w:rPr>
      <w:instrText>2</w:instrText>
    </w:r>
    <w:r>
      <w:rPr>
        <w:lang w:val="pt-PT"/>
      </w:rPr>
      <w:fldChar w:fldCharType="end"/>
    </w:r>
    <w:r>
      <w:rPr>
        <w:lang w:val="pt-PT"/>
      </w:rPr>
      <w:instrText xml:space="preserve">" </w:instrText>
    </w:r>
    <w:r>
      <w:rPr>
        <w:lang w:val="pt-PT"/>
      </w:rPr>
      <w:fldChar w:fldCharType="end"/>
    </w:r>
    <w:r>
      <w:rPr>
        <w:lang w:val="pt-PT"/>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09980" w14:textId="77777777" w:rsidR="00CC7220" w:rsidRDefault="00CC7220">
      <w:r>
        <w:separator/>
      </w:r>
    </w:p>
    <w:p w14:paraId="6F7DC280" w14:textId="77777777" w:rsidR="00CC7220" w:rsidRDefault="00CC7220"/>
    <w:p w14:paraId="469BA435" w14:textId="77777777" w:rsidR="00CC7220" w:rsidRDefault="00CC7220"/>
  </w:footnote>
  <w:footnote w:type="continuationSeparator" w:id="0">
    <w:p w14:paraId="3B66F4A2" w14:textId="77777777" w:rsidR="00CC7220" w:rsidRDefault="00CC7220">
      <w:r>
        <w:continuationSeparator/>
      </w:r>
    </w:p>
    <w:p w14:paraId="77C3C4D6" w14:textId="77777777" w:rsidR="00CC7220" w:rsidRDefault="00CC7220"/>
    <w:p w14:paraId="2C634BB7" w14:textId="77777777" w:rsidR="00CC7220" w:rsidRDefault="00CC722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83566" w14:textId="77777777" w:rsidR="00D83D45" w:rsidRPr="002E69EC" w:rsidRDefault="002E69EC" w:rsidP="002E69EC">
    <w:pPr>
      <w:pStyle w:val="Header"/>
    </w:pPr>
    <w:r>
      <w:rPr>
        <w:noProof/>
        <w:lang w:val="en-IE" w:eastAsia="en-IE"/>
      </w:rPr>
      <w:drawing>
        <wp:anchor distT="0" distB="0" distL="114300" distR="114300" simplePos="0" relativeHeight="251659264" behindDoc="1" locked="0" layoutInCell="1" allowOverlap="1" wp14:anchorId="1848E800" wp14:editId="3FF905AB">
          <wp:simplePos x="0" y="0"/>
          <wp:positionH relativeFrom="page">
            <wp:posOffset>687705</wp:posOffset>
          </wp:positionH>
          <wp:positionV relativeFrom="page">
            <wp:posOffset>612140</wp:posOffset>
          </wp:positionV>
          <wp:extent cx="1933200" cy="58680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SA_logo_full_test0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200" cy="58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A2AECC"/>
    <w:lvl w:ilvl="0">
      <w:start w:val="1"/>
      <w:numFmt w:val="decimal"/>
      <w:lvlText w:val="%1."/>
      <w:lvlJc w:val="left"/>
      <w:pPr>
        <w:tabs>
          <w:tab w:val="num" w:pos="1492"/>
        </w:tabs>
        <w:ind w:left="1492" w:hanging="360"/>
      </w:pPr>
    </w:lvl>
  </w:abstractNum>
  <w:abstractNum w:abstractNumId="1">
    <w:nsid w:val="FFFFFF7D"/>
    <w:multiLevelType w:val="singleLevel"/>
    <w:tmpl w:val="37A650C6"/>
    <w:lvl w:ilvl="0">
      <w:start w:val="1"/>
      <w:numFmt w:val="decimal"/>
      <w:lvlText w:val="%1."/>
      <w:lvlJc w:val="left"/>
      <w:pPr>
        <w:tabs>
          <w:tab w:val="num" w:pos="1209"/>
        </w:tabs>
        <w:ind w:left="1209" w:hanging="360"/>
      </w:pPr>
    </w:lvl>
  </w:abstractNum>
  <w:abstractNum w:abstractNumId="2">
    <w:nsid w:val="FFFFFF7E"/>
    <w:multiLevelType w:val="singleLevel"/>
    <w:tmpl w:val="1BD4D3AC"/>
    <w:lvl w:ilvl="0">
      <w:start w:val="1"/>
      <w:numFmt w:val="decimal"/>
      <w:lvlText w:val="%1."/>
      <w:lvlJc w:val="left"/>
      <w:pPr>
        <w:tabs>
          <w:tab w:val="num" w:pos="926"/>
        </w:tabs>
        <w:ind w:left="926" w:hanging="360"/>
      </w:pPr>
    </w:lvl>
  </w:abstractNum>
  <w:abstractNum w:abstractNumId="3">
    <w:nsid w:val="FFFFFF7F"/>
    <w:multiLevelType w:val="singleLevel"/>
    <w:tmpl w:val="EC4CE278"/>
    <w:lvl w:ilvl="0">
      <w:start w:val="1"/>
      <w:numFmt w:val="decimal"/>
      <w:lvlText w:val="%1."/>
      <w:lvlJc w:val="left"/>
      <w:pPr>
        <w:tabs>
          <w:tab w:val="num" w:pos="643"/>
        </w:tabs>
        <w:ind w:left="643" w:hanging="360"/>
      </w:pPr>
    </w:lvl>
  </w:abstractNum>
  <w:abstractNum w:abstractNumId="4">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71A4F78"/>
    <w:lvl w:ilvl="0">
      <w:start w:val="1"/>
      <w:numFmt w:val="decimal"/>
      <w:lvlText w:val="%1."/>
      <w:lvlJc w:val="left"/>
      <w:pPr>
        <w:tabs>
          <w:tab w:val="num" w:pos="360"/>
        </w:tabs>
        <w:ind w:left="360" w:hanging="360"/>
      </w:pPr>
    </w:lvl>
  </w:abstractNum>
  <w:abstractNum w:abstractNumId="9">
    <w:nsid w:val="FFFFFF89"/>
    <w:multiLevelType w:val="singleLevel"/>
    <w:tmpl w:val="969A1468"/>
    <w:lvl w:ilvl="0">
      <w:start w:val="1"/>
      <w:numFmt w:val="bullet"/>
      <w:lvlText w:val=""/>
      <w:lvlJc w:val="left"/>
      <w:pPr>
        <w:tabs>
          <w:tab w:val="num" w:pos="360"/>
        </w:tabs>
        <w:ind w:left="360" w:hanging="360"/>
      </w:pPr>
      <w:rPr>
        <w:rFonts w:ascii="Symbol" w:hAnsi="Symbol" w:hint="default"/>
      </w:rPr>
    </w:lvl>
  </w:abstractNum>
  <w:abstractNum w:abstractNumId="10">
    <w:nsid w:val="14385D0F"/>
    <w:multiLevelType w:val="hybridMultilevel"/>
    <w:tmpl w:val="C1A21B98"/>
    <w:lvl w:ilvl="0" w:tplc="B7FA609E">
      <w:start w:val="1"/>
      <w:numFmt w:val="bullet"/>
      <w:pStyle w:val="Bulletlist"/>
      <w:lvlText w:val="■"/>
      <w:lvlJc w:val="left"/>
      <w:pPr>
        <w:ind w:left="720" w:hanging="360"/>
      </w:pPr>
      <w:rPr>
        <w:rFonts w:ascii="Arial" w:hAnsi="Arial" w:hint="default"/>
        <w:color w:val="0E88D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220"/>
    <w:rsid w:val="000015C8"/>
    <w:rsid w:val="000104A4"/>
    <w:rsid w:val="00011930"/>
    <w:rsid w:val="0001472E"/>
    <w:rsid w:val="00015381"/>
    <w:rsid w:val="00026306"/>
    <w:rsid w:val="000263D0"/>
    <w:rsid w:val="00030A77"/>
    <w:rsid w:val="00032163"/>
    <w:rsid w:val="0003312D"/>
    <w:rsid w:val="0003759A"/>
    <w:rsid w:val="00041DF1"/>
    <w:rsid w:val="000456D2"/>
    <w:rsid w:val="0004646A"/>
    <w:rsid w:val="0005310B"/>
    <w:rsid w:val="0005340D"/>
    <w:rsid w:val="00053BC8"/>
    <w:rsid w:val="00054C5E"/>
    <w:rsid w:val="0006228C"/>
    <w:rsid w:val="00070008"/>
    <w:rsid w:val="0007550F"/>
    <w:rsid w:val="00075A48"/>
    <w:rsid w:val="000864E5"/>
    <w:rsid w:val="00087B0B"/>
    <w:rsid w:val="00094139"/>
    <w:rsid w:val="000963A7"/>
    <w:rsid w:val="000A2F2F"/>
    <w:rsid w:val="000A6CE3"/>
    <w:rsid w:val="000A7D9C"/>
    <w:rsid w:val="000B5318"/>
    <w:rsid w:val="000B5726"/>
    <w:rsid w:val="000B6641"/>
    <w:rsid w:val="000C33A5"/>
    <w:rsid w:val="000C75D9"/>
    <w:rsid w:val="000D14EB"/>
    <w:rsid w:val="000D334D"/>
    <w:rsid w:val="000D569B"/>
    <w:rsid w:val="000E11D6"/>
    <w:rsid w:val="000E1D4E"/>
    <w:rsid w:val="000F5E79"/>
    <w:rsid w:val="00104598"/>
    <w:rsid w:val="00107523"/>
    <w:rsid w:val="00111C7E"/>
    <w:rsid w:val="00113E8F"/>
    <w:rsid w:val="00117217"/>
    <w:rsid w:val="001234D4"/>
    <w:rsid w:val="00124A54"/>
    <w:rsid w:val="001373C4"/>
    <w:rsid w:val="00137845"/>
    <w:rsid w:val="001401B0"/>
    <w:rsid w:val="001454F6"/>
    <w:rsid w:val="00150BBB"/>
    <w:rsid w:val="00154514"/>
    <w:rsid w:val="001618AF"/>
    <w:rsid w:val="00171078"/>
    <w:rsid w:val="00171116"/>
    <w:rsid w:val="00177B7A"/>
    <w:rsid w:val="0018169E"/>
    <w:rsid w:val="001848BB"/>
    <w:rsid w:val="0019552E"/>
    <w:rsid w:val="00195820"/>
    <w:rsid w:val="0019778A"/>
    <w:rsid w:val="001A10F4"/>
    <w:rsid w:val="001B3845"/>
    <w:rsid w:val="001B48D5"/>
    <w:rsid w:val="001C0F4B"/>
    <w:rsid w:val="001D06FA"/>
    <w:rsid w:val="001D6E25"/>
    <w:rsid w:val="001F04AB"/>
    <w:rsid w:val="001F5233"/>
    <w:rsid w:val="001F5D12"/>
    <w:rsid w:val="00200C02"/>
    <w:rsid w:val="00204889"/>
    <w:rsid w:val="00204B84"/>
    <w:rsid w:val="00205A6A"/>
    <w:rsid w:val="00211540"/>
    <w:rsid w:val="002129DD"/>
    <w:rsid w:val="002153CF"/>
    <w:rsid w:val="00215BD8"/>
    <w:rsid w:val="00216657"/>
    <w:rsid w:val="00225AB4"/>
    <w:rsid w:val="00225C5E"/>
    <w:rsid w:val="00226FDE"/>
    <w:rsid w:val="002524D2"/>
    <w:rsid w:val="00256D1C"/>
    <w:rsid w:val="0027061A"/>
    <w:rsid w:val="00273605"/>
    <w:rsid w:val="002761F2"/>
    <w:rsid w:val="0028243A"/>
    <w:rsid w:val="00283EE5"/>
    <w:rsid w:val="00285F40"/>
    <w:rsid w:val="00296AFA"/>
    <w:rsid w:val="002A0666"/>
    <w:rsid w:val="002B0D4D"/>
    <w:rsid w:val="002B1BE5"/>
    <w:rsid w:val="002B2818"/>
    <w:rsid w:val="002B479D"/>
    <w:rsid w:val="002B523D"/>
    <w:rsid w:val="002B6F03"/>
    <w:rsid w:val="002C0716"/>
    <w:rsid w:val="002C6973"/>
    <w:rsid w:val="002C6F33"/>
    <w:rsid w:val="002D29AD"/>
    <w:rsid w:val="002D2D17"/>
    <w:rsid w:val="002E1741"/>
    <w:rsid w:val="002E1EF4"/>
    <w:rsid w:val="002E21A0"/>
    <w:rsid w:val="002E69EC"/>
    <w:rsid w:val="002E6B48"/>
    <w:rsid w:val="002E6D6E"/>
    <w:rsid w:val="002E6E12"/>
    <w:rsid w:val="002F0D93"/>
    <w:rsid w:val="002F10BB"/>
    <w:rsid w:val="002F1AF8"/>
    <w:rsid w:val="002F2388"/>
    <w:rsid w:val="0030220E"/>
    <w:rsid w:val="003045F6"/>
    <w:rsid w:val="00306205"/>
    <w:rsid w:val="00310DA7"/>
    <w:rsid w:val="003140CB"/>
    <w:rsid w:val="00315843"/>
    <w:rsid w:val="003214D5"/>
    <w:rsid w:val="003223B0"/>
    <w:rsid w:val="0032427B"/>
    <w:rsid w:val="003242EB"/>
    <w:rsid w:val="00331038"/>
    <w:rsid w:val="00332869"/>
    <w:rsid w:val="00333811"/>
    <w:rsid w:val="003341C7"/>
    <w:rsid w:val="003402FB"/>
    <w:rsid w:val="00341EFB"/>
    <w:rsid w:val="0034401C"/>
    <w:rsid w:val="00346554"/>
    <w:rsid w:val="00353546"/>
    <w:rsid w:val="00361521"/>
    <w:rsid w:val="003944D4"/>
    <w:rsid w:val="00394A73"/>
    <w:rsid w:val="00394C0C"/>
    <w:rsid w:val="003971DD"/>
    <w:rsid w:val="00397824"/>
    <w:rsid w:val="003A57BF"/>
    <w:rsid w:val="003A778C"/>
    <w:rsid w:val="003C503D"/>
    <w:rsid w:val="003C616C"/>
    <w:rsid w:val="003D3327"/>
    <w:rsid w:val="003D562B"/>
    <w:rsid w:val="003D6958"/>
    <w:rsid w:val="003D7B35"/>
    <w:rsid w:val="003E0681"/>
    <w:rsid w:val="003E07EA"/>
    <w:rsid w:val="003E2A8F"/>
    <w:rsid w:val="003E6A6A"/>
    <w:rsid w:val="003F032A"/>
    <w:rsid w:val="003F2A19"/>
    <w:rsid w:val="003F5956"/>
    <w:rsid w:val="003F6341"/>
    <w:rsid w:val="003F7661"/>
    <w:rsid w:val="00401F22"/>
    <w:rsid w:val="00404154"/>
    <w:rsid w:val="004041C2"/>
    <w:rsid w:val="0040484C"/>
    <w:rsid w:val="00407AF7"/>
    <w:rsid w:val="00413F48"/>
    <w:rsid w:val="00422848"/>
    <w:rsid w:val="00423B5E"/>
    <w:rsid w:val="004241FE"/>
    <w:rsid w:val="0042576E"/>
    <w:rsid w:val="0042607C"/>
    <w:rsid w:val="00426C7A"/>
    <w:rsid w:val="0042790A"/>
    <w:rsid w:val="00434C0B"/>
    <w:rsid w:val="004359BB"/>
    <w:rsid w:val="00443061"/>
    <w:rsid w:val="00444B69"/>
    <w:rsid w:val="0045374E"/>
    <w:rsid w:val="004541B5"/>
    <w:rsid w:val="00457798"/>
    <w:rsid w:val="00460346"/>
    <w:rsid w:val="00460CE1"/>
    <w:rsid w:val="00464B4B"/>
    <w:rsid w:val="004826F9"/>
    <w:rsid w:val="004906EA"/>
    <w:rsid w:val="00495015"/>
    <w:rsid w:val="00495FE0"/>
    <w:rsid w:val="004A3D87"/>
    <w:rsid w:val="004A7352"/>
    <w:rsid w:val="004A77F6"/>
    <w:rsid w:val="004B5D97"/>
    <w:rsid w:val="004C50EA"/>
    <w:rsid w:val="004C68FD"/>
    <w:rsid w:val="004D3DDD"/>
    <w:rsid w:val="004E4BBC"/>
    <w:rsid w:val="004F19AB"/>
    <w:rsid w:val="004F277F"/>
    <w:rsid w:val="004F5626"/>
    <w:rsid w:val="00501A9E"/>
    <w:rsid w:val="00512B91"/>
    <w:rsid w:val="00517F0E"/>
    <w:rsid w:val="005239E3"/>
    <w:rsid w:val="00530AE8"/>
    <w:rsid w:val="005335FD"/>
    <w:rsid w:val="005337D8"/>
    <w:rsid w:val="00534FC2"/>
    <w:rsid w:val="00540272"/>
    <w:rsid w:val="00541A0A"/>
    <w:rsid w:val="005506A5"/>
    <w:rsid w:val="00551189"/>
    <w:rsid w:val="005532FD"/>
    <w:rsid w:val="00570EF6"/>
    <w:rsid w:val="005873F2"/>
    <w:rsid w:val="00590162"/>
    <w:rsid w:val="00592D2B"/>
    <w:rsid w:val="00594C68"/>
    <w:rsid w:val="005B1A3F"/>
    <w:rsid w:val="005B40E9"/>
    <w:rsid w:val="005B7CEC"/>
    <w:rsid w:val="005C0F97"/>
    <w:rsid w:val="005C23E2"/>
    <w:rsid w:val="005C684D"/>
    <w:rsid w:val="005D28E1"/>
    <w:rsid w:val="005D4A3E"/>
    <w:rsid w:val="005D6D1A"/>
    <w:rsid w:val="005E2C69"/>
    <w:rsid w:val="005E34E6"/>
    <w:rsid w:val="005E3CCE"/>
    <w:rsid w:val="005E4629"/>
    <w:rsid w:val="005F1417"/>
    <w:rsid w:val="005F1C78"/>
    <w:rsid w:val="00602CAC"/>
    <w:rsid w:val="006035EE"/>
    <w:rsid w:val="00603A1E"/>
    <w:rsid w:val="006042CA"/>
    <w:rsid w:val="006052BD"/>
    <w:rsid w:val="006112FB"/>
    <w:rsid w:val="0061167F"/>
    <w:rsid w:val="00613F70"/>
    <w:rsid w:val="00620BB4"/>
    <w:rsid w:val="00621FF8"/>
    <w:rsid w:val="0062793D"/>
    <w:rsid w:val="00632ABF"/>
    <w:rsid w:val="00633573"/>
    <w:rsid w:val="00636F8A"/>
    <w:rsid w:val="00643AD3"/>
    <w:rsid w:val="00644B4A"/>
    <w:rsid w:val="00645D4E"/>
    <w:rsid w:val="00645D82"/>
    <w:rsid w:val="00651A58"/>
    <w:rsid w:val="00651B79"/>
    <w:rsid w:val="00655BA7"/>
    <w:rsid w:val="00660511"/>
    <w:rsid w:val="00665A70"/>
    <w:rsid w:val="00666925"/>
    <w:rsid w:val="0067211F"/>
    <w:rsid w:val="00676782"/>
    <w:rsid w:val="00676D99"/>
    <w:rsid w:val="006772E6"/>
    <w:rsid w:val="00685A91"/>
    <w:rsid w:val="00691303"/>
    <w:rsid w:val="00695464"/>
    <w:rsid w:val="00695A6E"/>
    <w:rsid w:val="006A26FB"/>
    <w:rsid w:val="006A4573"/>
    <w:rsid w:val="006A5775"/>
    <w:rsid w:val="006A5DC9"/>
    <w:rsid w:val="006B1FB8"/>
    <w:rsid w:val="006B417F"/>
    <w:rsid w:val="006C0EA1"/>
    <w:rsid w:val="006C142E"/>
    <w:rsid w:val="006C1C6A"/>
    <w:rsid w:val="006C2077"/>
    <w:rsid w:val="006C4498"/>
    <w:rsid w:val="006F1DEB"/>
    <w:rsid w:val="006F3C80"/>
    <w:rsid w:val="006F7D32"/>
    <w:rsid w:val="00700240"/>
    <w:rsid w:val="00700F3E"/>
    <w:rsid w:val="00700FD4"/>
    <w:rsid w:val="0070249A"/>
    <w:rsid w:val="00704811"/>
    <w:rsid w:val="007128DE"/>
    <w:rsid w:val="00713F3A"/>
    <w:rsid w:val="00715068"/>
    <w:rsid w:val="00716B3E"/>
    <w:rsid w:val="00717C92"/>
    <w:rsid w:val="00724C3E"/>
    <w:rsid w:val="0073457A"/>
    <w:rsid w:val="007360F2"/>
    <w:rsid w:val="00744F51"/>
    <w:rsid w:val="00745AB6"/>
    <w:rsid w:val="00746795"/>
    <w:rsid w:val="00747FD8"/>
    <w:rsid w:val="0075099F"/>
    <w:rsid w:val="00753907"/>
    <w:rsid w:val="00761D0E"/>
    <w:rsid w:val="00764616"/>
    <w:rsid w:val="00766C71"/>
    <w:rsid w:val="007707B3"/>
    <w:rsid w:val="007744F1"/>
    <w:rsid w:val="00777332"/>
    <w:rsid w:val="00777A5D"/>
    <w:rsid w:val="007822D2"/>
    <w:rsid w:val="00785848"/>
    <w:rsid w:val="00793439"/>
    <w:rsid w:val="007A176F"/>
    <w:rsid w:val="007A2B19"/>
    <w:rsid w:val="007B162A"/>
    <w:rsid w:val="007B47D7"/>
    <w:rsid w:val="007C7AD2"/>
    <w:rsid w:val="007E5F6D"/>
    <w:rsid w:val="007F37CB"/>
    <w:rsid w:val="007F3F73"/>
    <w:rsid w:val="007F4037"/>
    <w:rsid w:val="00800C3F"/>
    <w:rsid w:val="00801BF2"/>
    <w:rsid w:val="00803605"/>
    <w:rsid w:val="00806AA1"/>
    <w:rsid w:val="008137F4"/>
    <w:rsid w:val="008149CB"/>
    <w:rsid w:val="0081518E"/>
    <w:rsid w:val="008156B9"/>
    <w:rsid w:val="00817D64"/>
    <w:rsid w:val="00822398"/>
    <w:rsid w:val="0082349B"/>
    <w:rsid w:val="008257F4"/>
    <w:rsid w:val="00827B9E"/>
    <w:rsid w:val="008336CD"/>
    <w:rsid w:val="00844D92"/>
    <w:rsid w:val="008505CE"/>
    <w:rsid w:val="00850929"/>
    <w:rsid w:val="008510E4"/>
    <w:rsid w:val="00854105"/>
    <w:rsid w:val="00854E87"/>
    <w:rsid w:val="0086176F"/>
    <w:rsid w:val="00862011"/>
    <w:rsid w:val="00863087"/>
    <w:rsid w:val="00863B74"/>
    <w:rsid w:val="0086576B"/>
    <w:rsid w:val="00866204"/>
    <w:rsid w:val="0087530D"/>
    <w:rsid w:val="0087616D"/>
    <w:rsid w:val="008821DD"/>
    <w:rsid w:val="00891201"/>
    <w:rsid w:val="0089193B"/>
    <w:rsid w:val="00893270"/>
    <w:rsid w:val="008A0077"/>
    <w:rsid w:val="008A0795"/>
    <w:rsid w:val="008A4C9C"/>
    <w:rsid w:val="008A7957"/>
    <w:rsid w:val="008B5898"/>
    <w:rsid w:val="008B666F"/>
    <w:rsid w:val="008C0902"/>
    <w:rsid w:val="008D65FC"/>
    <w:rsid w:val="008F50B6"/>
    <w:rsid w:val="008F5999"/>
    <w:rsid w:val="008F6220"/>
    <w:rsid w:val="00901717"/>
    <w:rsid w:val="00903D26"/>
    <w:rsid w:val="00904577"/>
    <w:rsid w:val="0090615A"/>
    <w:rsid w:val="00906EB5"/>
    <w:rsid w:val="00911A5D"/>
    <w:rsid w:val="00916C03"/>
    <w:rsid w:val="00921627"/>
    <w:rsid w:val="00922FA7"/>
    <w:rsid w:val="00923CC3"/>
    <w:rsid w:val="00936F5E"/>
    <w:rsid w:val="00947CF1"/>
    <w:rsid w:val="00951243"/>
    <w:rsid w:val="00965462"/>
    <w:rsid w:val="00965BEC"/>
    <w:rsid w:val="0096645B"/>
    <w:rsid w:val="00974B65"/>
    <w:rsid w:val="0097717B"/>
    <w:rsid w:val="009840D8"/>
    <w:rsid w:val="0098438C"/>
    <w:rsid w:val="00991A5A"/>
    <w:rsid w:val="00994566"/>
    <w:rsid w:val="009A2690"/>
    <w:rsid w:val="009A50E8"/>
    <w:rsid w:val="009B41B9"/>
    <w:rsid w:val="009B611F"/>
    <w:rsid w:val="009C7526"/>
    <w:rsid w:val="009E0EE7"/>
    <w:rsid w:val="009E20C3"/>
    <w:rsid w:val="009F0C1C"/>
    <w:rsid w:val="009F3B29"/>
    <w:rsid w:val="00A047CB"/>
    <w:rsid w:val="00A0485E"/>
    <w:rsid w:val="00A056E2"/>
    <w:rsid w:val="00A07F4C"/>
    <w:rsid w:val="00A106F9"/>
    <w:rsid w:val="00A1276F"/>
    <w:rsid w:val="00A1319E"/>
    <w:rsid w:val="00A1793F"/>
    <w:rsid w:val="00A21DCD"/>
    <w:rsid w:val="00A27186"/>
    <w:rsid w:val="00A33982"/>
    <w:rsid w:val="00A33EBE"/>
    <w:rsid w:val="00A33ECD"/>
    <w:rsid w:val="00A36026"/>
    <w:rsid w:val="00A36C7E"/>
    <w:rsid w:val="00A41C56"/>
    <w:rsid w:val="00A42C06"/>
    <w:rsid w:val="00A442F1"/>
    <w:rsid w:val="00A4512E"/>
    <w:rsid w:val="00A47A1D"/>
    <w:rsid w:val="00A500C6"/>
    <w:rsid w:val="00A53C27"/>
    <w:rsid w:val="00A5455D"/>
    <w:rsid w:val="00A7360F"/>
    <w:rsid w:val="00A74711"/>
    <w:rsid w:val="00A7791B"/>
    <w:rsid w:val="00A81A60"/>
    <w:rsid w:val="00A8347C"/>
    <w:rsid w:val="00A86061"/>
    <w:rsid w:val="00A9539C"/>
    <w:rsid w:val="00AB309A"/>
    <w:rsid w:val="00AB43D1"/>
    <w:rsid w:val="00AC28A3"/>
    <w:rsid w:val="00AC3E23"/>
    <w:rsid w:val="00AC715B"/>
    <w:rsid w:val="00AC7DEA"/>
    <w:rsid w:val="00AD20D1"/>
    <w:rsid w:val="00AF3507"/>
    <w:rsid w:val="00AF41D8"/>
    <w:rsid w:val="00AF449B"/>
    <w:rsid w:val="00AF708A"/>
    <w:rsid w:val="00B06836"/>
    <w:rsid w:val="00B106E8"/>
    <w:rsid w:val="00B10E06"/>
    <w:rsid w:val="00B149B1"/>
    <w:rsid w:val="00B2115C"/>
    <w:rsid w:val="00B237F7"/>
    <w:rsid w:val="00B25075"/>
    <w:rsid w:val="00B4304D"/>
    <w:rsid w:val="00B43294"/>
    <w:rsid w:val="00B46EB6"/>
    <w:rsid w:val="00B47501"/>
    <w:rsid w:val="00B475BB"/>
    <w:rsid w:val="00B501F8"/>
    <w:rsid w:val="00B51FD1"/>
    <w:rsid w:val="00B56449"/>
    <w:rsid w:val="00B60EEB"/>
    <w:rsid w:val="00B64392"/>
    <w:rsid w:val="00B83F78"/>
    <w:rsid w:val="00B85BEE"/>
    <w:rsid w:val="00B87CAD"/>
    <w:rsid w:val="00B92EC1"/>
    <w:rsid w:val="00B95066"/>
    <w:rsid w:val="00B979FE"/>
    <w:rsid w:val="00BB24F2"/>
    <w:rsid w:val="00BB43A7"/>
    <w:rsid w:val="00BC577B"/>
    <w:rsid w:val="00BD6B58"/>
    <w:rsid w:val="00BE0B96"/>
    <w:rsid w:val="00BE7FE9"/>
    <w:rsid w:val="00BF0FA3"/>
    <w:rsid w:val="00BF31A6"/>
    <w:rsid w:val="00BF6127"/>
    <w:rsid w:val="00C063C8"/>
    <w:rsid w:val="00C069CF"/>
    <w:rsid w:val="00C16D54"/>
    <w:rsid w:val="00C2180E"/>
    <w:rsid w:val="00C2404F"/>
    <w:rsid w:val="00C26E03"/>
    <w:rsid w:val="00C318C1"/>
    <w:rsid w:val="00C333EE"/>
    <w:rsid w:val="00C44121"/>
    <w:rsid w:val="00C51B22"/>
    <w:rsid w:val="00C52013"/>
    <w:rsid w:val="00C520AA"/>
    <w:rsid w:val="00C55C8C"/>
    <w:rsid w:val="00C56AD1"/>
    <w:rsid w:val="00C57025"/>
    <w:rsid w:val="00C57895"/>
    <w:rsid w:val="00C62B03"/>
    <w:rsid w:val="00C64E15"/>
    <w:rsid w:val="00C67449"/>
    <w:rsid w:val="00C72149"/>
    <w:rsid w:val="00C75392"/>
    <w:rsid w:val="00C7577A"/>
    <w:rsid w:val="00C77E21"/>
    <w:rsid w:val="00C81001"/>
    <w:rsid w:val="00C818E5"/>
    <w:rsid w:val="00C82E6A"/>
    <w:rsid w:val="00C95074"/>
    <w:rsid w:val="00CA1DA7"/>
    <w:rsid w:val="00CA22F4"/>
    <w:rsid w:val="00CB678B"/>
    <w:rsid w:val="00CB6D25"/>
    <w:rsid w:val="00CB7A5F"/>
    <w:rsid w:val="00CC2721"/>
    <w:rsid w:val="00CC7220"/>
    <w:rsid w:val="00CD053E"/>
    <w:rsid w:val="00CD3CD4"/>
    <w:rsid w:val="00CD7695"/>
    <w:rsid w:val="00CD79A2"/>
    <w:rsid w:val="00CE09E9"/>
    <w:rsid w:val="00CE4347"/>
    <w:rsid w:val="00CE7D1F"/>
    <w:rsid w:val="00CF672D"/>
    <w:rsid w:val="00D0195A"/>
    <w:rsid w:val="00D11633"/>
    <w:rsid w:val="00D141B5"/>
    <w:rsid w:val="00D154AB"/>
    <w:rsid w:val="00D16960"/>
    <w:rsid w:val="00D23023"/>
    <w:rsid w:val="00D34FA0"/>
    <w:rsid w:val="00D37418"/>
    <w:rsid w:val="00D41CAC"/>
    <w:rsid w:val="00D44BBE"/>
    <w:rsid w:val="00D45623"/>
    <w:rsid w:val="00D46B67"/>
    <w:rsid w:val="00D51EA5"/>
    <w:rsid w:val="00D55C07"/>
    <w:rsid w:val="00D55DD8"/>
    <w:rsid w:val="00D6122A"/>
    <w:rsid w:val="00D627D4"/>
    <w:rsid w:val="00D64515"/>
    <w:rsid w:val="00D64603"/>
    <w:rsid w:val="00D64995"/>
    <w:rsid w:val="00D654ED"/>
    <w:rsid w:val="00D70053"/>
    <w:rsid w:val="00D7049D"/>
    <w:rsid w:val="00D725DC"/>
    <w:rsid w:val="00D8009E"/>
    <w:rsid w:val="00D809EA"/>
    <w:rsid w:val="00D81DAB"/>
    <w:rsid w:val="00D83D45"/>
    <w:rsid w:val="00D914C8"/>
    <w:rsid w:val="00D9164D"/>
    <w:rsid w:val="00D948F2"/>
    <w:rsid w:val="00DA0022"/>
    <w:rsid w:val="00DA0A60"/>
    <w:rsid w:val="00DA4434"/>
    <w:rsid w:val="00DA5B32"/>
    <w:rsid w:val="00DB2670"/>
    <w:rsid w:val="00DB510B"/>
    <w:rsid w:val="00DC00FE"/>
    <w:rsid w:val="00DC35FF"/>
    <w:rsid w:val="00DC4911"/>
    <w:rsid w:val="00DD4274"/>
    <w:rsid w:val="00DD6CB6"/>
    <w:rsid w:val="00DE2D64"/>
    <w:rsid w:val="00DE3BC4"/>
    <w:rsid w:val="00DE53E1"/>
    <w:rsid w:val="00DF6AD8"/>
    <w:rsid w:val="00DF6F36"/>
    <w:rsid w:val="00DF7ADD"/>
    <w:rsid w:val="00E0088B"/>
    <w:rsid w:val="00E027B5"/>
    <w:rsid w:val="00E04EC9"/>
    <w:rsid w:val="00E0516A"/>
    <w:rsid w:val="00E07916"/>
    <w:rsid w:val="00E07D84"/>
    <w:rsid w:val="00E1238F"/>
    <w:rsid w:val="00E16D1A"/>
    <w:rsid w:val="00E201F7"/>
    <w:rsid w:val="00E20C4D"/>
    <w:rsid w:val="00E3168D"/>
    <w:rsid w:val="00E332B8"/>
    <w:rsid w:val="00E34DC5"/>
    <w:rsid w:val="00E37336"/>
    <w:rsid w:val="00E40DD5"/>
    <w:rsid w:val="00E43591"/>
    <w:rsid w:val="00E521D8"/>
    <w:rsid w:val="00E53F6D"/>
    <w:rsid w:val="00E55CCA"/>
    <w:rsid w:val="00E56458"/>
    <w:rsid w:val="00E571A8"/>
    <w:rsid w:val="00E6287E"/>
    <w:rsid w:val="00E72C2B"/>
    <w:rsid w:val="00E83576"/>
    <w:rsid w:val="00E8374B"/>
    <w:rsid w:val="00E83B76"/>
    <w:rsid w:val="00E841F9"/>
    <w:rsid w:val="00E869A4"/>
    <w:rsid w:val="00E9435F"/>
    <w:rsid w:val="00E95AF5"/>
    <w:rsid w:val="00EA0EB2"/>
    <w:rsid w:val="00EA0FD6"/>
    <w:rsid w:val="00EA1B60"/>
    <w:rsid w:val="00EA40A5"/>
    <w:rsid w:val="00EA491C"/>
    <w:rsid w:val="00EA5B20"/>
    <w:rsid w:val="00EA69FB"/>
    <w:rsid w:val="00EB4AFB"/>
    <w:rsid w:val="00EB75F8"/>
    <w:rsid w:val="00EC1647"/>
    <w:rsid w:val="00EC176A"/>
    <w:rsid w:val="00EC49B9"/>
    <w:rsid w:val="00EC5E53"/>
    <w:rsid w:val="00ED25CA"/>
    <w:rsid w:val="00EE1B26"/>
    <w:rsid w:val="00EF1D91"/>
    <w:rsid w:val="00EF2BA8"/>
    <w:rsid w:val="00EF4D05"/>
    <w:rsid w:val="00F1043D"/>
    <w:rsid w:val="00F10BAC"/>
    <w:rsid w:val="00F157A2"/>
    <w:rsid w:val="00F22464"/>
    <w:rsid w:val="00F233A2"/>
    <w:rsid w:val="00F31469"/>
    <w:rsid w:val="00F315C1"/>
    <w:rsid w:val="00F31B26"/>
    <w:rsid w:val="00F31C36"/>
    <w:rsid w:val="00F32C8D"/>
    <w:rsid w:val="00F33E37"/>
    <w:rsid w:val="00F41D4A"/>
    <w:rsid w:val="00F42FD2"/>
    <w:rsid w:val="00F45EA3"/>
    <w:rsid w:val="00F51A98"/>
    <w:rsid w:val="00F534D0"/>
    <w:rsid w:val="00F54CA3"/>
    <w:rsid w:val="00F6051A"/>
    <w:rsid w:val="00F662A9"/>
    <w:rsid w:val="00F7065A"/>
    <w:rsid w:val="00F75D03"/>
    <w:rsid w:val="00F77625"/>
    <w:rsid w:val="00F8542E"/>
    <w:rsid w:val="00F854AC"/>
    <w:rsid w:val="00F94432"/>
    <w:rsid w:val="00FA03A1"/>
    <w:rsid w:val="00FA3DA8"/>
    <w:rsid w:val="00FA7E4A"/>
    <w:rsid w:val="00FB0BE2"/>
    <w:rsid w:val="00FB2EB1"/>
    <w:rsid w:val="00FB4758"/>
    <w:rsid w:val="00FB4EE2"/>
    <w:rsid w:val="00FC23A3"/>
    <w:rsid w:val="00FC6226"/>
    <w:rsid w:val="00FD5001"/>
    <w:rsid w:val="00FD5AE0"/>
    <w:rsid w:val="00FD7872"/>
    <w:rsid w:val="00FE4C21"/>
    <w:rsid w:val="00FE5E6F"/>
    <w:rsid w:val="00FE67A7"/>
    <w:rsid w:val="00FE7503"/>
    <w:rsid w:val="00FF14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9695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7220"/>
    <w:rPr>
      <w:sz w:val="24"/>
      <w:szCs w:val="24"/>
      <w:lang w:val="en-GB" w:eastAsia="en-US"/>
    </w:rPr>
  </w:style>
  <w:style w:type="paragraph" w:styleId="Heading1">
    <w:name w:val="heading 1"/>
    <w:basedOn w:val="Normal"/>
    <w:next w:val="Normal"/>
    <w:link w:val="Heading1Char"/>
    <w:autoRedefine/>
    <w:uiPriority w:val="9"/>
    <w:qFormat/>
    <w:rsid w:val="00331038"/>
    <w:pPr>
      <w:keepNext/>
      <w:keepLines/>
      <w:spacing w:before="240" w:after="240" w:line="276" w:lineRule="auto"/>
      <w:outlineLvl w:val="0"/>
    </w:pPr>
    <w:rPr>
      <w:rFonts w:ascii="Arial" w:eastAsiaTheme="majorEastAsia" w:hAnsi="Arial" w:cstheme="majorBidi"/>
      <w:b/>
      <w:color w:val="006EBC"/>
      <w:sz w:val="32"/>
      <w:szCs w:val="32"/>
    </w:rPr>
  </w:style>
  <w:style w:type="paragraph" w:styleId="Heading2">
    <w:name w:val="heading 2"/>
    <w:basedOn w:val="Normal"/>
    <w:next w:val="Normal"/>
    <w:link w:val="Heading2Char"/>
    <w:autoRedefine/>
    <w:uiPriority w:val="9"/>
    <w:unhideWhenUsed/>
    <w:qFormat/>
    <w:rsid w:val="00530AE8"/>
    <w:pPr>
      <w:keepNext/>
      <w:keepLines/>
      <w:spacing w:before="240" w:after="240" w:line="276" w:lineRule="auto"/>
      <w:outlineLvl w:val="1"/>
    </w:pPr>
    <w:rPr>
      <w:rFonts w:ascii="Arial" w:eastAsiaTheme="majorEastAsia" w:hAnsi="Arial" w:cstheme="majorBidi"/>
      <w:b/>
      <w:color w:val="000000" w:themeColor="text1"/>
      <w:sz w:val="22"/>
      <w:szCs w:val="26"/>
    </w:rPr>
  </w:style>
  <w:style w:type="paragraph" w:styleId="Heading3">
    <w:name w:val="heading 3"/>
    <w:basedOn w:val="Normal"/>
    <w:next w:val="Normal"/>
    <w:link w:val="Heading3Char"/>
    <w:uiPriority w:val="9"/>
    <w:unhideWhenUsed/>
    <w:qFormat/>
    <w:rsid w:val="00777332"/>
    <w:pPr>
      <w:keepNext/>
      <w:keepLines/>
      <w:spacing w:before="240" w:after="120" w:line="276" w:lineRule="auto"/>
      <w:outlineLvl w:val="2"/>
    </w:pPr>
    <w:rPr>
      <w:rFonts w:ascii="Arial" w:eastAsiaTheme="majorEastAsia" w:hAnsi="Arial" w:cstheme="majorBidi"/>
      <w:b/>
      <w:color w:val="000000" w:themeColor="text1"/>
    </w:rPr>
  </w:style>
  <w:style w:type="paragraph" w:styleId="Heading4">
    <w:name w:val="heading 4"/>
    <w:basedOn w:val="Normal"/>
    <w:next w:val="Normal"/>
    <w:link w:val="Heading4Char"/>
    <w:uiPriority w:val="9"/>
    <w:semiHidden/>
    <w:unhideWhenUsed/>
    <w:qFormat/>
    <w:rsid w:val="00777332"/>
    <w:pPr>
      <w:keepNext/>
      <w:keepLines/>
      <w:spacing w:before="120" w:after="240" w:line="276" w:lineRule="auto"/>
      <w:outlineLvl w:val="3"/>
    </w:pPr>
    <w:rPr>
      <w:rFonts w:ascii="Arial" w:eastAsiaTheme="majorEastAsia" w:hAnsi="Arial" w:cstheme="majorBidi"/>
      <w:i/>
      <w:iCs/>
      <w:color w:val="000000" w:themeColor="text1"/>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332"/>
    <w:pPr>
      <w:tabs>
        <w:tab w:val="center" w:pos="4536"/>
        <w:tab w:val="right" w:pos="9072"/>
      </w:tabs>
      <w:spacing w:before="240" w:after="240"/>
    </w:pPr>
    <w:rPr>
      <w:rFonts w:ascii="Arial" w:eastAsiaTheme="minorHAnsi" w:hAnsi="Arial" w:cstheme="minorBidi"/>
      <w:sz w:val="20"/>
      <w:szCs w:val="22"/>
    </w:rPr>
  </w:style>
  <w:style w:type="paragraph" w:styleId="Footer">
    <w:name w:val="footer"/>
    <w:basedOn w:val="Normal"/>
    <w:link w:val="FooterChar"/>
    <w:uiPriority w:val="99"/>
    <w:unhideWhenUsed/>
    <w:rsid w:val="00777332"/>
    <w:pPr>
      <w:tabs>
        <w:tab w:val="center" w:pos="4820"/>
        <w:tab w:val="right" w:pos="9979"/>
      </w:tabs>
      <w:spacing w:before="240" w:after="240"/>
    </w:pPr>
    <w:rPr>
      <w:rFonts w:ascii="Arial" w:eastAsiaTheme="minorHAnsi" w:hAnsi="Arial" w:cstheme="minorBidi"/>
      <w:sz w:val="16"/>
      <w:szCs w:val="22"/>
    </w:rPr>
  </w:style>
  <w:style w:type="paragraph" w:styleId="BodyText">
    <w:name w:val="Body Text"/>
    <w:basedOn w:val="Normal"/>
    <w:rsid w:val="00777332"/>
    <w:pPr>
      <w:spacing w:before="240" w:after="240" w:line="276" w:lineRule="auto"/>
    </w:pPr>
    <w:rPr>
      <w:rFonts w:ascii="Arial" w:eastAsiaTheme="minorHAnsi" w:hAnsi="Arial" w:cstheme="minorBidi"/>
      <w:sz w:val="20"/>
      <w:szCs w:val="22"/>
    </w:rPr>
  </w:style>
  <w:style w:type="paragraph" w:styleId="Subtitle">
    <w:name w:val="Subtitle"/>
    <w:basedOn w:val="Normal"/>
    <w:qFormat/>
    <w:rsid w:val="00777332"/>
    <w:pPr>
      <w:spacing w:before="240" w:after="240" w:line="276" w:lineRule="auto"/>
      <w:outlineLvl w:val="1"/>
    </w:pPr>
    <w:rPr>
      <w:rFonts w:ascii="Arial" w:eastAsiaTheme="minorHAnsi" w:hAnsi="Arial" w:cs="Arial"/>
      <w:b/>
      <w:sz w:val="22"/>
      <w:szCs w:val="22"/>
    </w:rPr>
  </w:style>
  <w:style w:type="paragraph" w:styleId="Title">
    <w:name w:val="Title"/>
    <w:basedOn w:val="Normal"/>
    <w:qFormat/>
    <w:rsid w:val="00777332"/>
    <w:pPr>
      <w:spacing w:before="240" w:after="240" w:line="276" w:lineRule="auto"/>
      <w:jc w:val="center"/>
      <w:outlineLvl w:val="0"/>
    </w:pPr>
    <w:rPr>
      <w:rFonts w:ascii="Arial" w:eastAsiaTheme="minorHAnsi" w:hAnsi="Arial" w:cs="Arial"/>
      <w:b/>
      <w:bCs/>
      <w:smallCaps/>
      <w:kern w:val="28"/>
      <w:sz w:val="22"/>
      <w:szCs w:val="22"/>
    </w:rPr>
  </w:style>
  <w:style w:type="character" w:styleId="Hyperlink">
    <w:name w:val="Hyperlink"/>
    <w:basedOn w:val="DefaultParagraphFont"/>
    <w:uiPriority w:val="99"/>
    <w:unhideWhenUsed/>
    <w:rsid w:val="00777332"/>
    <w:rPr>
      <w:color w:val="0000FF" w:themeColor="hyperlink"/>
      <w:u w:val="single"/>
    </w:rPr>
  </w:style>
  <w:style w:type="paragraph" w:styleId="NormalIndent">
    <w:name w:val="Normal Indent"/>
    <w:basedOn w:val="Normal"/>
    <w:rsid w:val="00777332"/>
    <w:pPr>
      <w:spacing w:before="240" w:after="240" w:line="276" w:lineRule="auto"/>
      <w:ind w:left="720"/>
    </w:pPr>
    <w:rPr>
      <w:rFonts w:ascii="Arial" w:eastAsiaTheme="minorHAnsi" w:hAnsi="Arial" w:cstheme="minorBidi"/>
      <w:sz w:val="20"/>
      <w:szCs w:val="22"/>
    </w:rPr>
  </w:style>
  <w:style w:type="table" w:styleId="TableGrid">
    <w:name w:val="Table Grid"/>
    <w:basedOn w:val="TableNormal"/>
    <w:rsid w:val="00777332"/>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77332"/>
    <w:pPr>
      <w:shd w:val="clear" w:color="auto" w:fill="000080"/>
      <w:spacing w:before="240" w:after="240" w:line="276" w:lineRule="auto"/>
    </w:pPr>
    <w:rPr>
      <w:rFonts w:ascii="Tahoma" w:eastAsiaTheme="minorHAnsi" w:hAnsi="Tahoma" w:cs="Tahoma"/>
      <w:sz w:val="20"/>
      <w:szCs w:val="20"/>
    </w:rPr>
  </w:style>
  <w:style w:type="paragraph" w:styleId="BalloonText">
    <w:name w:val="Balloon Text"/>
    <w:basedOn w:val="Normal"/>
    <w:link w:val="BalloonTextChar"/>
    <w:rsid w:val="00777332"/>
    <w:pPr>
      <w:spacing w:before="240" w:after="240"/>
    </w:pPr>
    <w:rPr>
      <w:rFonts w:ascii="Tahoma" w:eastAsiaTheme="minorHAnsi" w:hAnsi="Tahoma" w:cs="Tahoma"/>
      <w:sz w:val="16"/>
      <w:szCs w:val="16"/>
    </w:rPr>
  </w:style>
  <w:style w:type="character" w:customStyle="1" w:styleId="BalloonTextChar">
    <w:name w:val="Balloon Text Char"/>
    <w:basedOn w:val="DefaultParagraphFont"/>
    <w:link w:val="BalloonText"/>
    <w:rsid w:val="00777332"/>
    <w:rPr>
      <w:rFonts w:ascii="Tahoma" w:eastAsiaTheme="minorHAnsi" w:hAnsi="Tahoma" w:cs="Tahoma"/>
      <w:sz w:val="16"/>
      <w:szCs w:val="16"/>
      <w:lang w:val="en-GB" w:eastAsia="en-US"/>
    </w:rPr>
  </w:style>
  <w:style w:type="character" w:customStyle="1" w:styleId="FooterChar">
    <w:name w:val="Footer Char"/>
    <w:basedOn w:val="DefaultParagraphFont"/>
    <w:link w:val="Footer"/>
    <w:uiPriority w:val="99"/>
    <w:rsid w:val="00777332"/>
    <w:rPr>
      <w:rFonts w:ascii="Arial" w:eastAsiaTheme="minorHAnsi" w:hAnsi="Arial" w:cstheme="minorBidi"/>
      <w:sz w:val="16"/>
      <w:szCs w:val="22"/>
      <w:lang w:val="en-GB" w:eastAsia="en-US"/>
    </w:rPr>
  </w:style>
  <w:style w:type="character" w:customStyle="1" w:styleId="HeaderChar">
    <w:name w:val="Header Char"/>
    <w:basedOn w:val="DefaultParagraphFont"/>
    <w:link w:val="Header"/>
    <w:uiPriority w:val="99"/>
    <w:rsid w:val="00777332"/>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331038"/>
    <w:rPr>
      <w:rFonts w:ascii="Arial" w:eastAsiaTheme="majorEastAsia" w:hAnsi="Arial" w:cstheme="majorBidi"/>
      <w:b/>
      <w:color w:val="006EBC"/>
      <w:sz w:val="32"/>
      <w:szCs w:val="32"/>
      <w:lang w:val="en-GB" w:eastAsia="en-US"/>
    </w:rPr>
  </w:style>
  <w:style w:type="character" w:customStyle="1" w:styleId="Heading2Char">
    <w:name w:val="Heading 2 Char"/>
    <w:basedOn w:val="DefaultParagraphFont"/>
    <w:link w:val="Heading2"/>
    <w:uiPriority w:val="9"/>
    <w:rsid w:val="00530AE8"/>
    <w:rPr>
      <w:rFonts w:ascii="Arial" w:eastAsiaTheme="majorEastAsia" w:hAnsi="Arial" w:cstheme="majorBidi"/>
      <w:b/>
      <w:color w:val="000000" w:themeColor="text1"/>
      <w:sz w:val="22"/>
      <w:szCs w:val="26"/>
      <w:lang w:val="en-GB" w:eastAsia="en-US"/>
    </w:rPr>
  </w:style>
  <w:style w:type="character" w:customStyle="1" w:styleId="Heading3Char">
    <w:name w:val="Heading 3 Char"/>
    <w:basedOn w:val="DefaultParagraphFont"/>
    <w:link w:val="Heading3"/>
    <w:uiPriority w:val="9"/>
    <w:rsid w:val="00777332"/>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777332"/>
    <w:rPr>
      <w:rFonts w:ascii="Arial" w:eastAsiaTheme="majorEastAsia" w:hAnsi="Arial" w:cstheme="majorBidi"/>
      <w:i/>
      <w:iCs/>
      <w:color w:val="000000" w:themeColor="text1"/>
      <w:szCs w:val="22"/>
      <w:lang w:val="en-GB" w:eastAsia="en-US"/>
    </w:rPr>
  </w:style>
  <w:style w:type="paragraph" w:customStyle="1" w:styleId="FooterEven">
    <w:name w:val="Footer Even"/>
    <w:basedOn w:val="Normal"/>
    <w:qFormat/>
    <w:rsid w:val="00777332"/>
    <w:pPr>
      <w:pBdr>
        <w:top w:val="single" w:sz="4" w:space="1" w:color="4F81BD" w:themeColor="accent1"/>
      </w:pBdr>
      <w:spacing w:before="240" w:after="180" w:line="264" w:lineRule="auto"/>
    </w:pPr>
    <w:rPr>
      <w:rFonts w:asciiTheme="minorHAnsi" w:eastAsiaTheme="minorHAnsi" w:hAnsiTheme="minorHAnsi"/>
      <w:color w:val="1F497D" w:themeColor="text2"/>
      <w:sz w:val="20"/>
      <w:szCs w:val="20"/>
      <w:lang w:val="en-US" w:eastAsia="ja-JP"/>
    </w:rPr>
  </w:style>
  <w:style w:type="paragraph" w:customStyle="1" w:styleId="Bulletlist">
    <w:name w:val="Bullet list"/>
    <w:basedOn w:val="Normal"/>
    <w:autoRedefine/>
    <w:qFormat/>
    <w:rsid w:val="00777332"/>
    <w:pPr>
      <w:numPr>
        <w:numId w:val="12"/>
      </w:numPr>
      <w:spacing w:before="240" w:after="240" w:line="276" w:lineRule="auto"/>
    </w:pPr>
    <w:rPr>
      <w:rFonts w:ascii="Arial" w:eastAsiaTheme="minorHAnsi" w:hAnsi="Arial" w:cstheme="minorBidi"/>
      <w:sz w:val="20"/>
      <w:szCs w:val="22"/>
    </w:rPr>
  </w:style>
  <w:style w:type="paragraph" w:customStyle="1" w:styleId="Note-signature">
    <w:name w:val="Note-signature"/>
    <w:basedOn w:val="Normal"/>
    <w:autoRedefine/>
    <w:qFormat/>
    <w:rsid w:val="00777332"/>
    <w:pPr>
      <w:spacing w:before="720" w:line="276" w:lineRule="auto"/>
    </w:pPr>
    <w:rPr>
      <w:rFonts w:ascii="Arial" w:eastAsiaTheme="minorHAnsi" w:hAnsi="Arial" w:cstheme="minorBidi"/>
      <w:sz w:val="20"/>
      <w:szCs w:val="22"/>
    </w:rPr>
  </w:style>
  <w:style w:type="character" w:styleId="PlaceholderText">
    <w:name w:val="Placeholder Text"/>
    <w:basedOn w:val="DefaultParagraphFont"/>
    <w:uiPriority w:val="99"/>
    <w:semiHidden/>
    <w:rsid w:val="00777332"/>
    <w:rPr>
      <w:color w:val="808080"/>
    </w:rPr>
  </w:style>
  <w:style w:type="paragraph" w:customStyle="1" w:styleId="YoursSincerely">
    <w:name w:val="YoursSincerely"/>
    <w:basedOn w:val="Normal"/>
    <w:autoRedefine/>
    <w:qFormat/>
    <w:rsid w:val="00777332"/>
    <w:pPr>
      <w:spacing w:before="960" w:after="240" w:line="276" w:lineRule="auto"/>
    </w:pPr>
    <w:rPr>
      <w:rFonts w:ascii="Arial" w:eastAsiaTheme="minorHAnsi" w:hAnsi="Arial" w:cstheme="minorBidi"/>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7220"/>
    <w:rPr>
      <w:sz w:val="24"/>
      <w:szCs w:val="24"/>
      <w:lang w:val="en-GB" w:eastAsia="en-US"/>
    </w:rPr>
  </w:style>
  <w:style w:type="paragraph" w:styleId="Heading1">
    <w:name w:val="heading 1"/>
    <w:basedOn w:val="Normal"/>
    <w:next w:val="Normal"/>
    <w:link w:val="Heading1Char"/>
    <w:autoRedefine/>
    <w:uiPriority w:val="9"/>
    <w:qFormat/>
    <w:rsid w:val="00331038"/>
    <w:pPr>
      <w:keepNext/>
      <w:keepLines/>
      <w:spacing w:before="240" w:after="240" w:line="276" w:lineRule="auto"/>
      <w:outlineLvl w:val="0"/>
    </w:pPr>
    <w:rPr>
      <w:rFonts w:ascii="Arial" w:eastAsiaTheme="majorEastAsia" w:hAnsi="Arial" w:cstheme="majorBidi"/>
      <w:b/>
      <w:color w:val="006EBC"/>
      <w:sz w:val="32"/>
      <w:szCs w:val="32"/>
    </w:rPr>
  </w:style>
  <w:style w:type="paragraph" w:styleId="Heading2">
    <w:name w:val="heading 2"/>
    <w:basedOn w:val="Normal"/>
    <w:next w:val="Normal"/>
    <w:link w:val="Heading2Char"/>
    <w:autoRedefine/>
    <w:uiPriority w:val="9"/>
    <w:unhideWhenUsed/>
    <w:qFormat/>
    <w:rsid w:val="00530AE8"/>
    <w:pPr>
      <w:keepNext/>
      <w:keepLines/>
      <w:spacing w:before="240" w:after="240" w:line="276" w:lineRule="auto"/>
      <w:outlineLvl w:val="1"/>
    </w:pPr>
    <w:rPr>
      <w:rFonts w:ascii="Arial" w:eastAsiaTheme="majorEastAsia" w:hAnsi="Arial" w:cstheme="majorBidi"/>
      <w:b/>
      <w:color w:val="000000" w:themeColor="text1"/>
      <w:sz w:val="22"/>
      <w:szCs w:val="26"/>
    </w:rPr>
  </w:style>
  <w:style w:type="paragraph" w:styleId="Heading3">
    <w:name w:val="heading 3"/>
    <w:basedOn w:val="Normal"/>
    <w:next w:val="Normal"/>
    <w:link w:val="Heading3Char"/>
    <w:uiPriority w:val="9"/>
    <w:unhideWhenUsed/>
    <w:qFormat/>
    <w:rsid w:val="00777332"/>
    <w:pPr>
      <w:keepNext/>
      <w:keepLines/>
      <w:spacing w:before="240" w:after="120" w:line="276" w:lineRule="auto"/>
      <w:outlineLvl w:val="2"/>
    </w:pPr>
    <w:rPr>
      <w:rFonts w:ascii="Arial" w:eastAsiaTheme="majorEastAsia" w:hAnsi="Arial" w:cstheme="majorBidi"/>
      <w:b/>
      <w:color w:val="000000" w:themeColor="text1"/>
    </w:rPr>
  </w:style>
  <w:style w:type="paragraph" w:styleId="Heading4">
    <w:name w:val="heading 4"/>
    <w:basedOn w:val="Normal"/>
    <w:next w:val="Normal"/>
    <w:link w:val="Heading4Char"/>
    <w:uiPriority w:val="9"/>
    <w:semiHidden/>
    <w:unhideWhenUsed/>
    <w:qFormat/>
    <w:rsid w:val="00777332"/>
    <w:pPr>
      <w:keepNext/>
      <w:keepLines/>
      <w:spacing w:before="120" w:after="240" w:line="276" w:lineRule="auto"/>
      <w:outlineLvl w:val="3"/>
    </w:pPr>
    <w:rPr>
      <w:rFonts w:ascii="Arial" w:eastAsiaTheme="majorEastAsia" w:hAnsi="Arial" w:cstheme="majorBidi"/>
      <w:i/>
      <w:iCs/>
      <w:color w:val="000000" w:themeColor="text1"/>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332"/>
    <w:pPr>
      <w:tabs>
        <w:tab w:val="center" w:pos="4536"/>
        <w:tab w:val="right" w:pos="9072"/>
      </w:tabs>
      <w:spacing w:before="240" w:after="240"/>
    </w:pPr>
    <w:rPr>
      <w:rFonts w:ascii="Arial" w:eastAsiaTheme="minorHAnsi" w:hAnsi="Arial" w:cstheme="minorBidi"/>
      <w:sz w:val="20"/>
      <w:szCs w:val="22"/>
    </w:rPr>
  </w:style>
  <w:style w:type="paragraph" w:styleId="Footer">
    <w:name w:val="footer"/>
    <w:basedOn w:val="Normal"/>
    <w:link w:val="FooterChar"/>
    <w:uiPriority w:val="99"/>
    <w:unhideWhenUsed/>
    <w:rsid w:val="00777332"/>
    <w:pPr>
      <w:tabs>
        <w:tab w:val="center" w:pos="4820"/>
        <w:tab w:val="right" w:pos="9979"/>
      </w:tabs>
      <w:spacing w:before="240" w:after="240"/>
    </w:pPr>
    <w:rPr>
      <w:rFonts w:ascii="Arial" w:eastAsiaTheme="minorHAnsi" w:hAnsi="Arial" w:cstheme="minorBidi"/>
      <w:sz w:val="16"/>
      <w:szCs w:val="22"/>
    </w:rPr>
  </w:style>
  <w:style w:type="paragraph" w:styleId="BodyText">
    <w:name w:val="Body Text"/>
    <w:basedOn w:val="Normal"/>
    <w:rsid w:val="00777332"/>
    <w:pPr>
      <w:spacing w:before="240" w:after="240" w:line="276" w:lineRule="auto"/>
    </w:pPr>
    <w:rPr>
      <w:rFonts w:ascii="Arial" w:eastAsiaTheme="minorHAnsi" w:hAnsi="Arial" w:cstheme="minorBidi"/>
      <w:sz w:val="20"/>
      <w:szCs w:val="22"/>
    </w:rPr>
  </w:style>
  <w:style w:type="paragraph" w:styleId="Subtitle">
    <w:name w:val="Subtitle"/>
    <w:basedOn w:val="Normal"/>
    <w:qFormat/>
    <w:rsid w:val="00777332"/>
    <w:pPr>
      <w:spacing w:before="240" w:after="240" w:line="276" w:lineRule="auto"/>
      <w:outlineLvl w:val="1"/>
    </w:pPr>
    <w:rPr>
      <w:rFonts w:ascii="Arial" w:eastAsiaTheme="minorHAnsi" w:hAnsi="Arial" w:cs="Arial"/>
      <w:b/>
      <w:sz w:val="22"/>
      <w:szCs w:val="22"/>
    </w:rPr>
  </w:style>
  <w:style w:type="paragraph" w:styleId="Title">
    <w:name w:val="Title"/>
    <w:basedOn w:val="Normal"/>
    <w:qFormat/>
    <w:rsid w:val="00777332"/>
    <w:pPr>
      <w:spacing w:before="240" w:after="240" w:line="276" w:lineRule="auto"/>
      <w:jc w:val="center"/>
      <w:outlineLvl w:val="0"/>
    </w:pPr>
    <w:rPr>
      <w:rFonts w:ascii="Arial" w:eastAsiaTheme="minorHAnsi" w:hAnsi="Arial" w:cs="Arial"/>
      <w:b/>
      <w:bCs/>
      <w:smallCaps/>
      <w:kern w:val="28"/>
      <w:sz w:val="22"/>
      <w:szCs w:val="22"/>
    </w:rPr>
  </w:style>
  <w:style w:type="character" w:styleId="Hyperlink">
    <w:name w:val="Hyperlink"/>
    <w:basedOn w:val="DefaultParagraphFont"/>
    <w:uiPriority w:val="99"/>
    <w:unhideWhenUsed/>
    <w:rsid w:val="00777332"/>
    <w:rPr>
      <w:color w:val="0000FF" w:themeColor="hyperlink"/>
      <w:u w:val="single"/>
    </w:rPr>
  </w:style>
  <w:style w:type="paragraph" w:styleId="NormalIndent">
    <w:name w:val="Normal Indent"/>
    <w:basedOn w:val="Normal"/>
    <w:rsid w:val="00777332"/>
    <w:pPr>
      <w:spacing w:before="240" w:after="240" w:line="276" w:lineRule="auto"/>
      <w:ind w:left="720"/>
    </w:pPr>
    <w:rPr>
      <w:rFonts w:ascii="Arial" w:eastAsiaTheme="minorHAnsi" w:hAnsi="Arial" w:cstheme="minorBidi"/>
      <w:sz w:val="20"/>
      <w:szCs w:val="22"/>
    </w:rPr>
  </w:style>
  <w:style w:type="table" w:styleId="TableGrid">
    <w:name w:val="Table Grid"/>
    <w:basedOn w:val="TableNormal"/>
    <w:rsid w:val="00777332"/>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77332"/>
    <w:pPr>
      <w:shd w:val="clear" w:color="auto" w:fill="000080"/>
      <w:spacing w:before="240" w:after="240" w:line="276" w:lineRule="auto"/>
    </w:pPr>
    <w:rPr>
      <w:rFonts w:ascii="Tahoma" w:eastAsiaTheme="minorHAnsi" w:hAnsi="Tahoma" w:cs="Tahoma"/>
      <w:sz w:val="20"/>
      <w:szCs w:val="20"/>
    </w:rPr>
  </w:style>
  <w:style w:type="paragraph" w:styleId="BalloonText">
    <w:name w:val="Balloon Text"/>
    <w:basedOn w:val="Normal"/>
    <w:link w:val="BalloonTextChar"/>
    <w:rsid w:val="00777332"/>
    <w:pPr>
      <w:spacing w:before="240" w:after="240"/>
    </w:pPr>
    <w:rPr>
      <w:rFonts w:ascii="Tahoma" w:eastAsiaTheme="minorHAnsi" w:hAnsi="Tahoma" w:cs="Tahoma"/>
      <w:sz w:val="16"/>
      <w:szCs w:val="16"/>
    </w:rPr>
  </w:style>
  <w:style w:type="character" w:customStyle="1" w:styleId="BalloonTextChar">
    <w:name w:val="Balloon Text Char"/>
    <w:basedOn w:val="DefaultParagraphFont"/>
    <w:link w:val="BalloonText"/>
    <w:rsid w:val="00777332"/>
    <w:rPr>
      <w:rFonts w:ascii="Tahoma" w:eastAsiaTheme="minorHAnsi" w:hAnsi="Tahoma" w:cs="Tahoma"/>
      <w:sz w:val="16"/>
      <w:szCs w:val="16"/>
      <w:lang w:val="en-GB" w:eastAsia="en-US"/>
    </w:rPr>
  </w:style>
  <w:style w:type="character" w:customStyle="1" w:styleId="FooterChar">
    <w:name w:val="Footer Char"/>
    <w:basedOn w:val="DefaultParagraphFont"/>
    <w:link w:val="Footer"/>
    <w:uiPriority w:val="99"/>
    <w:rsid w:val="00777332"/>
    <w:rPr>
      <w:rFonts w:ascii="Arial" w:eastAsiaTheme="minorHAnsi" w:hAnsi="Arial" w:cstheme="minorBidi"/>
      <w:sz w:val="16"/>
      <w:szCs w:val="22"/>
      <w:lang w:val="en-GB" w:eastAsia="en-US"/>
    </w:rPr>
  </w:style>
  <w:style w:type="character" w:customStyle="1" w:styleId="HeaderChar">
    <w:name w:val="Header Char"/>
    <w:basedOn w:val="DefaultParagraphFont"/>
    <w:link w:val="Header"/>
    <w:uiPriority w:val="99"/>
    <w:rsid w:val="00777332"/>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331038"/>
    <w:rPr>
      <w:rFonts w:ascii="Arial" w:eastAsiaTheme="majorEastAsia" w:hAnsi="Arial" w:cstheme="majorBidi"/>
      <w:b/>
      <w:color w:val="006EBC"/>
      <w:sz w:val="32"/>
      <w:szCs w:val="32"/>
      <w:lang w:val="en-GB" w:eastAsia="en-US"/>
    </w:rPr>
  </w:style>
  <w:style w:type="character" w:customStyle="1" w:styleId="Heading2Char">
    <w:name w:val="Heading 2 Char"/>
    <w:basedOn w:val="DefaultParagraphFont"/>
    <w:link w:val="Heading2"/>
    <w:uiPriority w:val="9"/>
    <w:rsid w:val="00530AE8"/>
    <w:rPr>
      <w:rFonts w:ascii="Arial" w:eastAsiaTheme="majorEastAsia" w:hAnsi="Arial" w:cstheme="majorBidi"/>
      <w:b/>
      <w:color w:val="000000" w:themeColor="text1"/>
      <w:sz w:val="22"/>
      <w:szCs w:val="26"/>
      <w:lang w:val="en-GB" w:eastAsia="en-US"/>
    </w:rPr>
  </w:style>
  <w:style w:type="character" w:customStyle="1" w:styleId="Heading3Char">
    <w:name w:val="Heading 3 Char"/>
    <w:basedOn w:val="DefaultParagraphFont"/>
    <w:link w:val="Heading3"/>
    <w:uiPriority w:val="9"/>
    <w:rsid w:val="00777332"/>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777332"/>
    <w:rPr>
      <w:rFonts w:ascii="Arial" w:eastAsiaTheme="majorEastAsia" w:hAnsi="Arial" w:cstheme="majorBidi"/>
      <w:i/>
      <w:iCs/>
      <w:color w:val="000000" w:themeColor="text1"/>
      <w:szCs w:val="22"/>
      <w:lang w:val="en-GB" w:eastAsia="en-US"/>
    </w:rPr>
  </w:style>
  <w:style w:type="paragraph" w:customStyle="1" w:styleId="FooterEven">
    <w:name w:val="Footer Even"/>
    <w:basedOn w:val="Normal"/>
    <w:qFormat/>
    <w:rsid w:val="00777332"/>
    <w:pPr>
      <w:pBdr>
        <w:top w:val="single" w:sz="4" w:space="1" w:color="4F81BD" w:themeColor="accent1"/>
      </w:pBdr>
      <w:spacing w:before="240" w:after="180" w:line="264" w:lineRule="auto"/>
    </w:pPr>
    <w:rPr>
      <w:rFonts w:asciiTheme="minorHAnsi" w:eastAsiaTheme="minorHAnsi" w:hAnsiTheme="minorHAnsi"/>
      <w:color w:val="1F497D" w:themeColor="text2"/>
      <w:sz w:val="20"/>
      <w:szCs w:val="20"/>
      <w:lang w:val="en-US" w:eastAsia="ja-JP"/>
    </w:rPr>
  </w:style>
  <w:style w:type="paragraph" w:customStyle="1" w:styleId="Bulletlist">
    <w:name w:val="Bullet list"/>
    <w:basedOn w:val="Normal"/>
    <w:autoRedefine/>
    <w:qFormat/>
    <w:rsid w:val="00777332"/>
    <w:pPr>
      <w:numPr>
        <w:numId w:val="12"/>
      </w:numPr>
      <w:spacing w:before="240" w:after="240" w:line="276" w:lineRule="auto"/>
    </w:pPr>
    <w:rPr>
      <w:rFonts w:ascii="Arial" w:eastAsiaTheme="minorHAnsi" w:hAnsi="Arial" w:cstheme="minorBidi"/>
      <w:sz w:val="20"/>
      <w:szCs w:val="22"/>
    </w:rPr>
  </w:style>
  <w:style w:type="paragraph" w:customStyle="1" w:styleId="Note-signature">
    <w:name w:val="Note-signature"/>
    <w:basedOn w:val="Normal"/>
    <w:autoRedefine/>
    <w:qFormat/>
    <w:rsid w:val="00777332"/>
    <w:pPr>
      <w:spacing w:before="720" w:line="276" w:lineRule="auto"/>
    </w:pPr>
    <w:rPr>
      <w:rFonts w:ascii="Arial" w:eastAsiaTheme="minorHAnsi" w:hAnsi="Arial" w:cstheme="minorBidi"/>
      <w:sz w:val="20"/>
      <w:szCs w:val="22"/>
    </w:rPr>
  </w:style>
  <w:style w:type="character" w:styleId="PlaceholderText">
    <w:name w:val="Placeholder Text"/>
    <w:basedOn w:val="DefaultParagraphFont"/>
    <w:uiPriority w:val="99"/>
    <w:semiHidden/>
    <w:rsid w:val="00777332"/>
    <w:rPr>
      <w:color w:val="808080"/>
    </w:rPr>
  </w:style>
  <w:style w:type="paragraph" w:customStyle="1" w:styleId="YoursSincerely">
    <w:name w:val="YoursSincerely"/>
    <w:basedOn w:val="Normal"/>
    <w:autoRedefine/>
    <w:qFormat/>
    <w:rsid w:val="00777332"/>
    <w:pPr>
      <w:spacing w:before="960" w:after="240" w:line="276" w:lineRule="auto"/>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Filer2\EMSA\IT\EMSA%20Office%20Templates\Blank\logo%20colou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1620268EC1E94C86F15754FAA82C48" ma:contentTypeVersion="" ma:contentTypeDescription="Create a new document." ma:contentTypeScope="" ma:versionID="5d65c03f534b5af991ba2d434e5f8116">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AC428-CDDB-4CE6-B573-832B0D2FDD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B584F8-A987-4494-B771-9B1A42713F63}">
  <ds:schemaRefs>
    <ds:schemaRef ds:uri="http://schemas.microsoft.com/sharepoint/v3/contenttype/forms"/>
  </ds:schemaRefs>
</ds:datastoreItem>
</file>

<file path=customXml/itemProps3.xml><?xml version="1.0" encoding="utf-8"?>
<ds:datastoreItem xmlns:ds="http://schemas.openxmlformats.org/officeDocument/2006/customXml" ds:itemID="{2DC2BC24-CA0E-42B6-B415-360593943125}">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dcmitype/"/>
    <ds:schemaRef ds:uri="http://www.w3.org/XML/1998/namespace"/>
    <ds:schemaRef ds:uri="http://purl.org/dc/terms/"/>
    <ds:schemaRef ds:uri="http://schemas.microsoft.com/office/infopath/2007/PartnerControls"/>
  </ds:schemaRefs>
</ds:datastoreItem>
</file>

<file path=customXml/itemProps4.xml><?xml version="1.0" encoding="utf-8"?>
<ds:datastoreItem xmlns:ds="http://schemas.openxmlformats.org/officeDocument/2006/customXml" ds:itemID="{C0B032D8-838D-4246-A453-50B4F25B9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logo colour</Template>
  <TotalTime>0</TotalTime>
  <Pages>1</Pages>
  <Words>121</Words>
  <Characters>695</Characters>
  <Application>Microsoft Office Word</Application>
  <DocSecurity>0</DocSecurity>
  <Lines>5</Lines>
  <Paragraphs>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EMSA logo only (colour)</vt:lpstr>
      <vt:lpstr>EMSA note template</vt:lpstr>
    </vt:vector>
  </TitlesOfParts>
  <Manager>EMSA</Manager>
  <Company>EMSA</Company>
  <LinksUpToDate>false</LinksUpToDate>
  <CharactersWithSpaces>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logo only (colour)</dc:title>
  <dc:subject>Logo only (colour)</dc:subject>
  <dc:creator>Marta MARTINS</dc:creator>
  <dc:description>Logo only (colour)</dc:description>
  <cp:lastModifiedBy>Marta MARTINS</cp:lastModifiedBy>
  <cp:revision>3</cp:revision>
  <cp:lastPrinted>2015-10-12T12:49:00Z</cp:lastPrinted>
  <dcterms:created xsi:type="dcterms:W3CDTF">2015-10-03T16:46:00Z</dcterms:created>
  <dcterms:modified xsi:type="dcterms:W3CDTF">2015-10-12T12:49:00Z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EMSA</vt:lpwstr>
  </property>
  <property fmtid="{D5CDD505-2E9C-101B-9397-08002B2CF9AE}" pid="3" name="Eigenaar">
    <vt:lpwstr>EMSA</vt:lpwstr>
  </property>
  <property fmtid="{D5CDD505-2E9C-101B-9397-08002B2CF9AE}" pid="4" name="Taal">
    <vt:lpwstr>EN</vt:lpwstr>
  </property>
  <property fmtid="{D5CDD505-2E9C-101B-9397-08002B2CF9AE}" pid="5" name="ContentTypeId">
    <vt:lpwstr>0x010100251620268EC1E94C86F15754FAA82C48</vt:lpwstr>
  </property>
</Properties>
</file>